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319A" w:rsidP="00A762B5" w:rsidRDefault="0084319A" w14:paraId="5B343ED6" w14:textId="77777777">
      <w:pPr>
        <w:pStyle w:val="Heading1"/>
        <w:jc w:val="center"/>
        <w:rPr>
          <w:color w:val="0C3E65" w:themeColor="accent3" w:themeShade="40"/>
          <w:sz w:val="36"/>
          <w:szCs w:val="36"/>
        </w:rPr>
      </w:pPr>
      <w:r>
        <w:rPr>
          <w:color w:val="0C3E65" w:themeColor="accent3" w:themeShade="40"/>
          <w:sz w:val="36"/>
          <w:szCs w:val="36"/>
        </w:rPr>
        <w:t xml:space="preserve">raising of the flags </w:t>
      </w:r>
    </w:p>
    <w:p w:rsidR="0084319A" w:rsidP="00A762B5" w:rsidRDefault="0084319A" w14:paraId="67E3D09A" w14:textId="3A0133FD">
      <w:pPr>
        <w:pStyle w:val="Heading1"/>
        <w:jc w:val="center"/>
        <w:rPr>
          <w:color w:val="0C3E65" w:themeColor="accent3" w:themeShade="40"/>
          <w:sz w:val="36"/>
          <w:szCs w:val="36"/>
        </w:rPr>
      </w:pPr>
      <w:r>
        <w:rPr>
          <w:color w:val="0C3E65" w:themeColor="accent3" w:themeShade="40"/>
          <w:sz w:val="36"/>
          <w:szCs w:val="36"/>
        </w:rPr>
        <w:t xml:space="preserve">club/ branch runsheet template </w:t>
      </w:r>
    </w:p>
    <w:p w:rsidR="0061436C" w:rsidP="0061436C" w:rsidRDefault="0061436C" w14:paraId="0FB389F5" w14:textId="77777777">
      <w:pPr>
        <w:spacing w:line="140" w:lineRule="exact"/>
        <w:rPr>
          <w:color w:val="0091D2"/>
          <w:sz w:val="14"/>
          <w:szCs w:val="14"/>
        </w:rPr>
      </w:pPr>
    </w:p>
    <w:p w:rsidR="005121B1" w:rsidP="0061436C" w:rsidRDefault="005121B1" w14:paraId="357D16E8" w14:textId="3F0E2AD7">
      <w:pPr>
        <w:rPr>
          <w:rStyle w:val="IntenseReference"/>
          <w:b w:val="0"/>
          <w:bCs w:val="0"/>
        </w:rPr>
      </w:pPr>
    </w:p>
    <w:p w:rsidRPr="004F39CA" w:rsidR="0061436C" w:rsidP="4D766F44" w:rsidRDefault="0061436C" w14:paraId="75C02B21" w14:textId="7E5B6DFB">
      <w:pPr>
        <w:pStyle w:val="Heading2"/>
        <w:rPr>
          <w:rStyle w:val="IntenseReference"/>
          <w:rFonts w:ascii="Gotham Book" w:hAnsi="Gotham Book" w:eastAsia="Gotham Book" w:cs="Gotham Book"/>
          <w:color w:val="auto"/>
          <w:sz w:val="28"/>
          <w:szCs w:val="28"/>
        </w:rPr>
      </w:pPr>
      <w:r w:rsidRPr="4D766F44"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  <w:t xml:space="preserve">Location: </w:t>
      </w:r>
      <w:r w:rsidRPr="4D766F44" w:rsidR="00777A1C"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  <w:t xml:space="preserve"> </w:t>
      </w:r>
    </w:p>
    <w:p w:rsidRPr="004F39CA" w:rsidR="0061436C" w:rsidP="4D766F44" w:rsidRDefault="0061436C" w14:paraId="68439ADB" w14:textId="14973903">
      <w:pPr>
        <w:pStyle w:val="Heading2"/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</w:pPr>
      <w:r w:rsidRPr="4D766F44"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  <w:t xml:space="preserve">Date: </w:t>
      </w:r>
    </w:p>
    <w:p w:rsidR="004F39CA" w:rsidP="4D766F44" w:rsidRDefault="0061436C" w14:paraId="4A2C689D" w14:textId="0872E144">
      <w:pPr>
        <w:pStyle w:val="Heading2"/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</w:pPr>
      <w:r w:rsidRPr="4D766F44">
        <w:rPr>
          <w:rStyle w:val="IntenseReference"/>
          <w:rFonts w:ascii="Gotham Book" w:hAnsi="Gotham Book" w:eastAsia="Gotham Book" w:cs="Gotham Book"/>
          <w:b/>
          <w:color w:val="auto"/>
          <w:sz w:val="28"/>
          <w:szCs w:val="28"/>
        </w:rPr>
        <w:t xml:space="preserve">Time: </w:t>
      </w:r>
    </w:p>
    <w:p w:rsidR="00ED2B48" w:rsidP="00ED2B48" w:rsidRDefault="00ED2B48" w14:paraId="220E82BB" w14:textId="0F4684D8"/>
    <w:p w:rsidR="0061436C" w:rsidP="0061436C" w:rsidRDefault="0061436C" w14:paraId="76B9B583" w14:textId="5C900C25">
      <w:pPr>
        <w:pStyle w:val="BodyText"/>
        <w:rPr>
          <w:b w:val="1"/>
          <w:bCs w:val="1"/>
        </w:rPr>
      </w:pPr>
      <w:r w:rsidRPr="4D2EA3F7" w:rsidR="0061436C">
        <w:rPr>
          <w:b w:val="1"/>
          <w:bCs w:val="1"/>
        </w:rPr>
        <w:t>R</w:t>
      </w:r>
      <w:r w:rsidRPr="4D2EA3F7" w:rsidR="0084319A">
        <w:rPr>
          <w:b w:val="1"/>
          <w:bCs w:val="1"/>
        </w:rPr>
        <w:t xml:space="preserve">ECOMMENDED </w:t>
      </w:r>
      <w:r w:rsidRPr="4D2EA3F7" w:rsidR="48B9AAE6">
        <w:rPr>
          <w:b w:val="1"/>
          <w:bCs w:val="1"/>
        </w:rPr>
        <w:t>R</w:t>
      </w:r>
      <w:r w:rsidRPr="4D2EA3F7" w:rsidR="0061436C">
        <w:rPr>
          <w:b w:val="1"/>
          <w:bCs w:val="1"/>
        </w:rPr>
        <w:t>UNSHEET</w:t>
      </w:r>
    </w:p>
    <w:p w:rsidR="0084319A" w:rsidP="0061436C" w:rsidRDefault="0084319A" w14:paraId="5664D942" w14:textId="0959B413">
      <w:pPr>
        <w:pStyle w:val="BodyText"/>
        <w:rPr>
          <w:b/>
          <w:bCs/>
        </w:rPr>
      </w:pPr>
      <w:r>
        <w:rPr>
          <w:b/>
          <w:bCs/>
        </w:rPr>
        <w:t>Clubs to enter in dates, times and any additional they would like to include</w:t>
      </w:r>
    </w:p>
    <w:p w:rsidR="002706D6" w:rsidP="0061436C" w:rsidRDefault="002706D6" w14:paraId="382D38BF" w14:textId="77777777">
      <w:pPr>
        <w:pStyle w:val="BodyText"/>
        <w:rPr>
          <w:b/>
          <w:bCs/>
        </w:rPr>
      </w:pPr>
    </w:p>
    <w:tbl>
      <w:tblPr>
        <w:tblStyle w:val="TATTCGeneric"/>
        <w:tblW w:w="10478" w:type="dxa"/>
        <w:tblInd w:w="120" w:type="dxa"/>
        <w:tblLook w:val="04A0" w:firstRow="1" w:lastRow="0" w:firstColumn="1" w:lastColumn="0" w:noHBand="0" w:noVBand="1"/>
      </w:tblPr>
      <w:tblGrid>
        <w:gridCol w:w="2460"/>
        <w:gridCol w:w="5637"/>
        <w:gridCol w:w="2381"/>
      </w:tblGrid>
      <w:tr w:rsidRPr="00021DED" w:rsidR="0061436C" w:rsidTr="00564996" w14:paraId="56B2FAC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C3E65" w:themeFill="accent3" w:themeFillShade="40"/>
            <w:hideMark/>
          </w:tcPr>
          <w:p w:rsidRPr="00021DED" w:rsidR="0061436C" w:rsidP="00900FC1" w:rsidRDefault="0061436C" w14:paraId="4D7550CF" w14:textId="77777777">
            <w:pPr>
              <w:pStyle w:val="BodyText"/>
              <w:jc w:val="center"/>
              <w:rPr>
                <w:rFonts w:ascii="Calibri" w:hAnsi="Calibri" w:cs="Calibri"/>
                <w:sz w:val="24"/>
              </w:rPr>
            </w:pPr>
            <w:r w:rsidRPr="00021DED">
              <w:rPr>
                <w:rFonts w:ascii="Calibri" w:hAnsi="Calibri" w:cs="Calibri"/>
                <w:sz w:val="24"/>
              </w:rPr>
              <w:t>Time</w:t>
            </w: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C3E65" w:themeFill="accent3" w:themeFillShade="40"/>
            <w:hideMark/>
          </w:tcPr>
          <w:p w:rsidRPr="00021DED" w:rsidR="0061436C" w:rsidP="00900FC1" w:rsidRDefault="0061436C" w14:paraId="28A9F688" w14:textId="77777777">
            <w:pPr>
              <w:pStyle w:val="BodyText"/>
              <w:jc w:val="center"/>
              <w:rPr>
                <w:rFonts w:ascii="Calibri" w:hAnsi="Calibri" w:cs="Calibri"/>
                <w:sz w:val="24"/>
              </w:rPr>
            </w:pPr>
            <w:r w:rsidRPr="00021DED">
              <w:rPr>
                <w:rFonts w:ascii="Calibri" w:hAnsi="Calibri" w:cs="Calibri"/>
                <w:sz w:val="24"/>
              </w:rPr>
              <w:t>Description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0C3E65" w:themeFill="accent3" w:themeFillShade="40"/>
            <w:hideMark/>
          </w:tcPr>
          <w:p w:rsidRPr="00021DED" w:rsidR="0061436C" w:rsidP="00900FC1" w:rsidRDefault="0061436C" w14:paraId="1B639760" w14:textId="77777777">
            <w:pPr>
              <w:pStyle w:val="BodyText"/>
              <w:jc w:val="center"/>
              <w:rPr>
                <w:rFonts w:ascii="Calibri" w:hAnsi="Calibri" w:cs="Calibri"/>
                <w:sz w:val="24"/>
              </w:rPr>
            </w:pPr>
            <w:r w:rsidRPr="00021DED">
              <w:rPr>
                <w:rFonts w:ascii="Calibri" w:hAnsi="Calibri" w:cs="Calibri"/>
                <w:sz w:val="24"/>
              </w:rPr>
              <w:t>Notes</w:t>
            </w:r>
          </w:p>
        </w:tc>
      </w:tr>
      <w:tr w:rsidRPr="00021DED" w:rsidR="3391EBB0" w:rsidTr="00564996" w14:paraId="1E3887A5" w14:textId="77777777">
        <w:trPr>
          <w:trHeight w:val="30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4FA9BD30" w:rsidP="3391EBB0" w:rsidRDefault="4FA9BD30" w14:paraId="2119884D" w14:textId="1FA25E54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  <w:r w:rsidRPr="00021DED">
              <w:rPr>
                <w:rFonts w:ascii="Calibri" w:hAnsi="Calibri" w:cs="Calibri"/>
                <w:i/>
                <w:iCs/>
                <w:sz w:val="24"/>
              </w:rPr>
              <w:t xml:space="preserve"> </w:t>
            </w: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25130F" w:rsidP="3391EBB0" w:rsidRDefault="0084319A" w14:paraId="7382947F" w14:textId="452C072D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  <w:r>
              <w:rPr>
                <w:rFonts w:ascii="Calibri" w:hAnsi="Calibri" w:cs="Calibri"/>
                <w:i/>
                <w:iCs/>
                <w:sz w:val="24"/>
              </w:rPr>
              <w:t>S</w:t>
            </w:r>
            <w:r w:rsidRPr="00021DED" w:rsidR="0025130F">
              <w:rPr>
                <w:rFonts w:ascii="Calibri" w:hAnsi="Calibri" w:cs="Calibri"/>
                <w:i/>
                <w:iCs/>
                <w:sz w:val="24"/>
              </w:rPr>
              <w:t>et up (</w:t>
            </w:r>
            <w:r>
              <w:rPr>
                <w:rFonts w:ascii="Calibri" w:hAnsi="Calibri" w:cs="Calibri"/>
                <w:i/>
                <w:iCs/>
                <w:sz w:val="24"/>
              </w:rPr>
              <w:t>Welcome to Country coordination, Key Talking points for club representative address, microphone as needed, A Frame provided by SLSQ, Flags and Flag poles provided by SLSQ</w:t>
            </w:r>
            <w:r w:rsidRPr="00021DED" w:rsidR="00070301">
              <w:rPr>
                <w:rFonts w:ascii="Calibri" w:hAnsi="Calibri" w:cs="Calibri"/>
                <w:i/>
                <w:iCs/>
                <w:sz w:val="24"/>
              </w:rPr>
              <w:t>)</w:t>
            </w:r>
            <w:r w:rsidRPr="00021DED" w:rsidR="00021DED">
              <w:rPr>
                <w:rFonts w:ascii="Calibri" w:hAnsi="Calibri" w:cs="Calibri"/>
                <w:i/>
                <w:iCs/>
                <w:sz w:val="24"/>
              </w:rPr>
              <w:t xml:space="preserve"> </w:t>
            </w:r>
          </w:p>
          <w:p w:rsidRPr="00021DED" w:rsidR="0025130F" w:rsidP="00900FC1" w:rsidRDefault="0025130F" w14:paraId="03E857BC" w14:textId="134250FC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4FA9BD30" w:rsidP="00114A8E" w:rsidRDefault="4FA9BD30" w14:paraId="4B01713E" w14:textId="380C4D71">
            <w:pPr>
              <w:pStyle w:val="BodyText"/>
              <w:rPr>
                <w:rFonts w:ascii="Calibri" w:hAnsi="Calibri" w:cs="Calibri"/>
                <w:sz w:val="24"/>
              </w:rPr>
            </w:pPr>
          </w:p>
        </w:tc>
      </w:tr>
      <w:tr w:rsidRPr="00021DED" w:rsidR="00070301" w:rsidTr="00564996" w14:paraId="315D36B2" w14:textId="77777777">
        <w:trPr>
          <w:trHeight w:val="30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070301" w:rsidP="00070301" w:rsidRDefault="00070301" w14:paraId="2D655050" w14:textId="048AA65A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  <w:r w:rsidRPr="00021DED">
              <w:rPr>
                <w:rFonts w:ascii="Calibri" w:hAnsi="Calibri" w:cs="Calibri"/>
                <w:i/>
                <w:iCs/>
                <w:sz w:val="24"/>
              </w:rPr>
              <w:t xml:space="preserve"> </w:t>
            </w: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250B0B" w:rsidP="00070301" w:rsidRDefault="00070301" w14:paraId="2B1F3748" w14:textId="0373796F">
            <w:pPr>
              <w:pStyle w:val="BodyText"/>
              <w:rPr>
                <w:rFonts w:ascii="Calibri" w:hAnsi="Calibri" w:cs="Calibri"/>
                <w:sz w:val="24"/>
              </w:rPr>
            </w:pPr>
            <w:r w:rsidRPr="00021DED">
              <w:rPr>
                <w:rFonts w:ascii="Calibri" w:hAnsi="Calibri" w:cs="Calibri"/>
                <w:sz w:val="24"/>
              </w:rPr>
              <w:t xml:space="preserve">Guest arrival and registration 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043BA8" w:rsidP="00043BA8" w:rsidRDefault="00043BA8" w14:paraId="4423EFDB" w14:textId="1304A29B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</w:tr>
      <w:tr w:rsidRPr="00021DED" w:rsidR="0084319A" w:rsidTr="00564996" w14:paraId="2F727524" w14:textId="77777777">
        <w:trPr>
          <w:trHeight w:val="30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84319A" w:rsidP="00070301" w:rsidRDefault="0084319A" w14:paraId="769E1455" w14:textId="77777777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84319A" w:rsidP="00070301" w:rsidRDefault="0084319A" w14:paraId="297EEB21" w14:textId="29C8E725">
            <w:pPr>
              <w:pStyle w:val="BodyTex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Welcome to Country by Traditional Owners 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84319A" w:rsidP="00043BA8" w:rsidRDefault="0084319A" w14:paraId="050F1A59" w14:textId="77777777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</w:tr>
      <w:tr w:rsidRPr="00021DED" w:rsidR="006F1F02" w:rsidTr="00564996" w14:paraId="24658A71" w14:textId="77777777"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6F1F02" w:rsidP="00070301" w:rsidRDefault="006F1F02" w14:paraId="32D9F942" w14:textId="5C6227BA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6F1F02" w:rsidP="00826665" w:rsidRDefault="0084319A" w14:paraId="6F3C33DD" w14:textId="62878BF9">
            <w:pPr>
              <w:pStyle w:val="BodyText"/>
              <w:spacing w:line="259" w:lineRule="auto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Club Address 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6F1F02" w:rsidP="00070301" w:rsidRDefault="006F1F02" w14:paraId="739E8BC9" w14:textId="072D9DB9">
            <w:pPr>
              <w:pStyle w:val="BodyText"/>
              <w:spacing w:line="259" w:lineRule="auto"/>
              <w:rPr>
                <w:rFonts w:ascii="Calibri" w:hAnsi="Calibri" w:cs="Calibri"/>
                <w:sz w:val="24"/>
              </w:rPr>
            </w:pPr>
          </w:p>
        </w:tc>
      </w:tr>
      <w:tr w:rsidRPr="00021DED" w:rsidR="00070301" w:rsidTr="00564996" w14:paraId="1D0C9C69" w14:textId="77777777">
        <w:trPr>
          <w:trHeight w:val="30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070301" w:rsidP="00070301" w:rsidRDefault="00070301" w14:paraId="66DE5053" w14:textId="2EF8EA5C">
            <w:pPr>
              <w:pStyle w:val="BodyText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6E377F" w:rsidR="00A762B5" w:rsidP="0084319A" w:rsidRDefault="0084319A" w14:paraId="7587A534" w14:textId="2DC1DB63">
            <w:pPr>
              <w:pStyle w:val="BodyTex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Special Guest/ VIP Address</w:t>
            </w:r>
            <w:r w:rsidR="00A762B5">
              <w:rPr>
                <w:rFonts w:ascii="Calibri" w:hAnsi="Calibri" w:cs="Calibri"/>
                <w:sz w:val="24"/>
              </w:rPr>
              <w:t xml:space="preserve"> 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070301" w:rsidP="00070301" w:rsidRDefault="00070301" w14:paraId="47221EEE" w14:textId="1E43A8A3">
            <w:pPr>
              <w:pStyle w:val="BodyText"/>
              <w:spacing w:line="259" w:lineRule="auto"/>
              <w:rPr>
                <w:rFonts w:ascii="Calibri" w:hAnsi="Calibri" w:cs="Calibri"/>
                <w:sz w:val="24"/>
              </w:rPr>
            </w:pPr>
          </w:p>
        </w:tc>
      </w:tr>
      <w:tr w:rsidRPr="00021DED" w:rsidR="00070301" w:rsidTr="0084319A" w14:paraId="48568055" w14:textId="77777777">
        <w:trPr>
          <w:trHeight w:val="259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070301" w:rsidP="00070301" w:rsidRDefault="00070301" w14:paraId="28A16FDF" w14:textId="46C8BDEF">
            <w:pPr>
              <w:pStyle w:val="BodyText"/>
              <w:rPr>
                <w:rFonts w:ascii="Calibri" w:hAnsi="Calibri" w:cs="Calibri"/>
                <w:sz w:val="24"/>
              </w:rPr>
            </w:pP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B879DF" w:rsidP="00070301" w:rsidRDefault="0084319A" w14:paraId="26C9B977" w14:textId="1719B073">
            <w:pPr>
              <w:pStyle w:val="BodyText"/>
              <w:spacing w:line="259" w:lineRule="auto"/>
              <w:rPr>
                <w:rFonts w:ascii="Calibri" w:hAnsi="Calibri" w:cs="Calibri"/>
                <w:i/>
                <w:iCs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Raising of the Flag Ceremony 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070301" w:rsidP="005B58D9" w:rsidRDefault="00070301" w14:paraId="1009749B" w14:textId="3F01E55C">
            <w:pPr>
              <w:pStyle w:val="pf0"/>
              <w:rPr>
                <w:rFonts w:ascii="Calibri" w:hAnsi="Calibri" w:cs="Calibri"/>
                <w:color w:val="262626"/>
              </w:rPr>
            </w:pPr>
          </w:p>
        </w:tc>
      </w:tr>
      <w:tr w:rsidRPr="00021DED" w:rsidR="00070301" w:rsidTr="00564996" w14:paraId="55D66614" w14:textId="77777777">
        <w:trPr>
          <w:trHeight w:val="300"/>
        </w:trPr>
        <w:tc>
          <w:tcPr>
            <w:tcW w:w="24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070301" w:rsidP="00070301" w:rsidRDefault="00070301" w14:paraId="10C465D9" w14:textId="2BDFB07F">
            <w:pPr>
              <w:pStyle w:val="BodyText"/>
              <w:rPr>
                <w:rFonts w:ascii="Calibri" w:hAnsi="Calibri" w:cs="Calibri"/>
                <w:sz w:val="24"/>
              </w:rPr>
            </w:pPr>
          </w:p>
        </w:tc>
        <w:tc>
          <w:tcPr>
            <w:tcW w:w="563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hideMark/>
          </w:tcPr>
          <w:p w:rsidRPr="00021DED" w:rsidR="00B879DF" w:rsidP="00070301" w:rsidRDefault="0084319A" w14:paraId="07DF91CE" w14:textId="7C2EDEBD">
            <w:pPr>
              <w:pStyle w:val="BodyText"/>
              <w:spacing w:line="259" w:lineRule="auto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Morning Tea</w:t>
            </w:r>
          </w:p>
        </w:tc>
        <w:tc>
          <w:tcPr>
            <w:tcW w:w="238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021DED" w:rsidR="00070301" w:rsidP="005B58D9" w:rsidRDefault="00070301" w14:paraId="2AEE298C" w14:textId="2EFB2618">
            <w:pPr>
              <w:pStyle w:val="pf0"/>
              <w:rPr>
                <w:rFonts w:ascii="Calibri" w:hAnsi="Calibri" w:cs="Calibri"/>
                <w:color w:val="262626"/>
              </w:rPr>
            </w:pPr>
          </w:p>
        </w:tc>
      </w:tr>
    </w:tbl>
    <w:p w:rsidR="00476300" w:rsidP="007640B8" w:rsidRDefault="00476300" w14:paraId="61FBE6A7" w14:textId="77777777">
      <w:pPr>
        <w:pStyle w:val="Heading1"/>
        <w:tabs>
          <w:tab w:val="left" w:pos="6970"/>
        </w:tabs>
        <w:rPr>
          <w:sz w:val="56"/>
          <w:szCs w:val="28"/>
          <w:lang w:val="en-AU"/>
        </w:rPr>
      </w:pPr>
    </w:p>
    <w:sectPr w:rsidR="00476300" w:rsidSect="00932553">
      <w:headerReference w:type="default" r:id="rId11"/>
      <w:footerReference w:type="default" r:id="rId12"/>
      <w:pgSz w:w="11906" w:h="16838" w:orient="portrait"/>
      <w:pgMar w:top="2812" w:right="720" w:bottom="816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36D8" w:rsidP="004064C9" w:rsidRDefault="006836D8" w14:paraId="5070D05E" w14:textId="77777777">
      <w:r>
        <w:separator/>
      </w:r>
    </w:p>
  </w:endnote>
  <w:endnote w:type="continuationSeparator" w:id="0">
    <w:p w:rsidR="006836D8" w:rsidP="004064C9" w:rsidRDefault="006836D8" w14:paraId="1902B745" w14:textId="77777777">
      <w:r>
        <w:continuationSeparator/>
      </w:r>
    </w:p>
  </w:endnote>
  <w:endnote w:type="continuationNotice" w:id="1">
    <w:p w:rsidR="006836D8" w:rsidRDefault="006836D8" w14:paraId="0D21A13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Calibri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imes New Roman (Headings CS)">
    <w:altName w:val="Times New Roman"/>
    <w:charset w:val="00"/>
    <w:family w:val="roman"/>
    <w:pitch w:val="default"/>
  </w:font>
  <w:font w:name="Myriad Pro">
    <w:altName w:val="Segoe UI"/>
    <w:charset w:val="00"/>
    <w:family w:val="swiss"/>
    <w:pitch w:val="variable"/>
    <w:sig w:usb0="A00002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color="808080" w:sz="18" w:space="0"/>
        <w:insideV w:val="single" w:color="808080" w:sz="18" w:space="0"/>
      </w:tblBorders>
      <w:tblLook w:val="04A0" w:firstRow="1" w:lastRow="0" w:firstColumn="1" w:lastColumn="0" w:noHBand="0" w:noVBand="1"/>
    </w:tblPr>
    <w:tblGrid>
      <w:gridCol w:w="1203"/>
      <w:gridCol w:w="9263"/>
    </w:tblGrid>
    <w:tr w:rsidR="00D04FB8" w:rsidTr="000454F4" w14:paraId="3E9D0350" w14:textId="77777777">
      <w:tc>
        <w:tcPr>
          <w:tcW w:w="918" w:type="dxa"/>
        </w:tcPr>
        <w:p w:rsidRPr="0093334F" w:rsidR="00D04FB8" w:rsidP="00D04FB8" w:rsidRDefault="00D04FB8" w14:paraId="33440D55" w14:textId="77777777">
          <w:pPr>
            <w:pStyle w:val="Footer"/>
            <w:tabs>
              <w:tab w:val="right" w:pos="815"/>
            </w:tabs>
            <w:rPr>
              <w:b/>
              <w:color w:val="0091D2"/>
              <w:sz w:val="20"/>
              <w:szCs w:val="20"/>
            </w:rPr>
          </w:pPr>
          <w:r w:rsidRPr="00D04FB8">
            <w:rPr>
              <w:color w:val="0085CF"/>
              <w:sz w:val="20"/>
              <w:szCs w:val="20"/>
            </w:rPr>
            <w:tab/>
          </w:r>
          <w:r w:rsidRPr="0093334F">
            <w:rPr>
              <w:color w:val="0091D2"/>
              <w:sz w:val="20"/>
              <w:szCs w:val="20"/>
            </w:rPr>
            <w:fldChar w:fldCharType="begin"/>
          </w:r>
          <w:r w:rsidRPr="0093334F">
            <w:rPr>
              <w:color w:val="0091D2"/>
              <w:sz w:val="20"/>
              <w:szCs w:val="20"/>
            </w:rPr>
            <w:instrText xml:space="preserve"> PAGE   \* MERGEFORMAT </w:instrText>
          </w:r>
          <w:r w:rsidRPr="0093334F">
            <w:rPr>
              <w:color w:val="0091D2"/>
              <w:sz w:val="20"/>
              <w:szCs w:val="20"/>
            </w:rPr>
            <w:fldChar w:fldCharType="separate"/>
          </w:r>
          <w:r w:rsidRPr="0093334F">
            <w:rPr>
              <w:b/>
              <w:noProof/>
              <w:color w:val="0091D2"/>
              <w:sz w:val="20"/>
              <w:szCs w:val="20"/>
            </w:rPr>
            <w:t>5</w:t>
          </w:r>
          <w:r w:rsidRPr="0093334F">
            <w:rPr>
              <w:color w:val="0091D2"/>
              <w:sz w:val="20"/>
              <w:szCs w:val="20"/>
            </w:rPr>
            <w:fldChar w:fldCharType="end"/>
          </w:r>
        </w:p>
      </w:tc>
      <w:tc>
        <w:tcPr>
          <w:tcW w:w="7938" w:type="dxa"/>
          <w:tcBorders>
            <w:top w:val="single" w:color="808080" w:sz="18" w:space="0"/>
          </w:tcBorders>
        </w:tcPr>
        <w:p w:rsidRPr="00D04FB8" w:rsidR="00E25B00" w:rsidP="00CF0C2D" w:rsidRDefault="00B72FC8" w14:paraId="71435190" w14:textId="362DBBF7">
          <w:pPr>
            <w:pStyle w:val="Footer"/>
          </w:pPr>
          <w:r>
            <w:rPr>
              <w:color w:val="333333"/>
            </w:rPr>
            <w:t xml:space="preserve">Women in Lifesaving Event </w:t>
          </w:r>
        </w:p>
      </w:tc>
    </w:tr>
  </w:tbl>
  <w:p w:rsidRPr="00D22AE9" w:rsidR="00BA44C9" w:rsidP="00D22AE9" w:rsidRDefault="00BA44C9" w14:paraId="3B15109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36D8" w:rsidP="004064C9" w:rsidRDefault="006836D8" w14:paraId="44AECC09" w14:textId="77777777">
      <w:r>
        <w:separator/>
      </w:r>
    </w:p>
  </w:footnote>
  <w:footnote w:type="continuationSeparator" w:id="0">
    <w:p w:rsidR="006836D8" w:rsidP="004064C9" w:rsidRDefault="006836D8" w14:paraId="3B63174A" w14:textId="77777777">
      <w:r>
        <w:continuationSeparator/>
      </w:r>
    </w:p>
  </w:footnote>
  <w:footnote w:type="continuationNotice" w:id="1">
    <w:p w:rsidR="006836D8" w:rsidRDefault="006836D8" w14:paraId="70FB241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B45636" w:rsidP="00B45636" w:rsidRDefault="00B45636" w14:paraId="6D76F707" w14:textId="77777777">
    <w:pPr>
      <w:pStyle w:val="Header"/>
      <w:jc w:val="right"/>
    </w:pPr>
  </w:p>
  <w:p w:rsidR="00B45636" w:rsidP="00B45636" w:rsidRDefault="00B45636" w14:paraId="12D4D2E6" w14:textId="77777777">
    <w:pPr>
      <w:pStyle w:val="Header"/>
      <w:jc w:val="right"/>
    </w:pPr>
  </w:p>
  <w:p w:rsidR="004064C9" w:rsidP="00B45636" w:rsidRDefault="00B45636" w14:paraId="032D1A51" w14:textId="78BFF40E">
    <w:pPr>
      <w:pStyle w:val="Header"/>
      <w:jc w:val="right"/>
    </w:pPr>
    <w:r>
      <w:rPr>
        <w:noProof/>
      </w:rPr>
      <w:drawing>
        <wp:inline distT="0" distB="0" distL="0" distR="0" wp14:anchorId="5C13DE22" wp14:editId="51EC1856">
          <wp:extent cx="1854782" cy="564445"/>
          <wp:effectExtent l="0" t="0" r="0" b="7620"/>
          <wp:docPr id="25378543" name="Picture 1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78543" name="Picture 1" descr="A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235" cy="569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SUiEPxXFZ9tOg" int2:id="7A0w6Uh4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199B"/>
    <w:multiLevelType w:val="hybridMultilevel"/>
    <w:tmpl w:val="1C0A0A3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02C0ACB"/>
    <w:multiLevelType w:val="hybridMultilevel"/>
    <w:tmpl w:val="A70638AE"/>
    <w:lvl w:ilvl="0" w:tplc="FB8CD3D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8C829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ACE4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576BF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7BC2C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BE3F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1AEF8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E8C5D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A00DB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075357C"/>
    <w:multiLevelType w:val="hybridMultilevel"/>
    <w:tmpl w:val="50EAB4FA"/>
    <w:lvl w:ilvl="0" w:tplc="A0A67A90">
      <w:start w:val="9"/>
      <w:numFmt w:val="bullet"/>
      <w:lvlText w:val="-"/>
      <w:lvlJc w:val="left"/>
      <w:pPr>
        <w:ind w:left="1440" w:hanging="360"/>
      </w:pPr>
      <w:rPr>
        <w:rFonts w:hint="default" w:ascii="Gotham Book" w:hAnsi="Gotham Book" w:eastAsiaTheme="majorEastAsia" w:cstheme="minorHAnsi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023E36C9"/>
    <w:multiLevelType w:val="hybridMultilevel"/>
    <w:tmpl w:val="7766DE54"/>
    <w:lvl w:ilvl="0" w:tplc="630E7BA2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26341A5"/>
    <w:multiLevelType w:val="hybridMultilevel"/>
    <w:tmpl w:val="CA6AD7C8"/>
    <w:lvl w:ilvl="0" w:tplc="D53AA876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3C006B2"/>
    <w:multiLevelType w:val="hybridMultilevel"/>
    <w:tmpl w:val="173A93B8"/>
    <w:lvl w:ilvl="0" w:tplc="572A818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D24C2"/>
    <w:multiLevelType w:val="hybridMultilevel"/>
    <w:tmpl w:val="262EF916"/>
    <w:lvl w:ilvl="0" w:tplc="F81CD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9C52D3"/>
    <w:multiLevelType w:val="hybridMultilevel"/>
    <w:tmpl w:val="CC2C3A08"/>
    <w:lvl w:ilvl="0" w:tplc="EBD87C7A">
      <w:start w:val="9"/>
      <w:numFmt w:val="bullet"/>
      <w:lvlText w:val="-"/>
      <w:lvlJc w:val="left"/>
      <w:pPr>
        <w:ind w:left="1440" w:hanging="360"/>
      </w:pPr>
      <w:rPr>
        <w:rFonts w:hint="default" w:ascii="Gotham Book" w:hAnsi="Gotham Book" w:eastAsia="Gotham Book" w:cs="Times New Roman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" w15:restartNumberingAfterBreak="0">
    <w:nsid w:val="0E92220D"/>
    <w:multiLevelType w:val="hybridMultilevel"/>
    <w:tmpl w:val="7766DE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C199A"/>
    <w:multiLevelType w:val="hybridMultilevel"/>
    <w:tmpl w:val="B0E258DE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1D9B717A"/>
    <w:multiLevelType w:val="hybridMultilevel"/>
    <w:tmpl w:val="27D4425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1427B1"/>
    <w:multiLevelType w:val="hybridMultilevel"/>
    <w:tmpl w:val="262EF9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83ECC"/>
    <w:multiLevelType w:val="hybridMultilevel"/>
    <w:tmpl w:val="C9685384"/>
    <w:lvl w:ilvl="0" w:tplc="6084089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Gotham Book" w:cs="Aria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F56569B"/>
    <w:multiLevelType w:val="hybridMultilevel"/>
    <w:tmpl w:val="7766DE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F775E5"/>
    <w:multiLevelType w:val="hybridMultilevel"/>
    <w:tmpl w:val="598CE44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3E6692B"/>
    <w:multiLevelType w:val="hybridMultilevel"/>
    <w:tmpl w:val="262EF9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E1A25"/>
    <w:multiLevelType w:val="hybridMultilevel"/>
    <w:tmpl w:val="4EAA61DC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392253"/>
    <w:multiLevelType w:val="hybridMultilevel"/>
    <w:tmpl w:val="7B2E1ADC"/>
    <w:lvl w:ilvl="0" w:tplc="B1B29F7A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9D20CDC"/>
    <w:multiLevelType w:val="hybridMultilevel"/>
    <w:tmpl w:val="250482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D37967"/>
    <w:multiLevelType w:val="hybridMultilevel"/>
    <w:tmpl w:val="4A3A0AB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127655B"/>
    <w:multiLevelType w:val="hybridMultilevel"/>
    <w:tmpl w:val="39B05F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4206094"/>
    <w:multiLevelType w:val="hybridMultilevel"/>
    <w:tmpl w:val="A8AE9DF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B3227F3"/>
    <w:multiLevelType w:val="hybridMultilevel"/>
    <w:tmpl w:val="B47EB4B6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B72FE3"/>
    <w:multiLevelType w:val="hybridMultilevel"/>
    <w:tmpl w:val="2236E4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14C28"/>
    <w:multiLevelType w:val="hybridMultilevel"/>
    <w:tmpl w:val="C53C015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09E1D26"/>
    <w:multiLevelType w:val="hybridMultilevel"/>
    <w:tmpl w:val="E1AC345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11B787D"/>
    <w:multiLevelType w:val="hybridMultilevel"/>
    <w:tmpl w:val="25C424D8"/>
    <w:lvl w:ilvl="0" w:tplc="404E5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502269"/>
    <w:multiLevelType w:val="hybridMultilevel"/>
    <w:tmpl w:val="89BC907A"/>
    <w:lvl w:ilvl="0" w:tplc="6084089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Gotham Book" w:cs="Aria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6654782"/>
    <w:multiLevelType w:val="hybridMultilevel"/>
    <w:tmpl w:val="0C0A350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CAC222C"/>
    <w:multiLevelType w:val="hybridMultilevel"/>
    <w:tmpl w:val="B4BE5C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00C96"/>
    <w:multiLevelType w:val="hybridMultilevel"/>
    <w:tmpl w:val="103E5D58"/>
    <w:lvl w:ilvl="0" w:tplc="0C090001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28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300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72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44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16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88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600" w:hanging="360"/>
      </w:pPr>
      <w:rPr>
        <w:rFonts w:hint="default" w:ascii="Wingdings" w:hAnsi="Wingdings"/>
      </w:rPr>
    </w:lvl>
  </w:abstractNum>
  <w:abstractNum w:abstractNumId="31" w15:restartNumberingAfterBreak="0">
    <w:nsid w:val="53106260"/>
    <w:multiLevelType w:val="hybridMultilevel"/>
    <w:tmpl w:val="DF289E74"/>
    <w:lvl w:ilvl="0" w:tplc="D7A46396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422D2B4"/>
    <w:multiLevelType w:val="hybridMultilevel"/>
    <w:tmpl w:val="3ED4DE64"/>
    <w:lvl w:ilvl="0" w:tplc="4D8A1C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F72C8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8E03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C2F0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18CD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A007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B241D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6A34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E8BE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8A74C90"/>
    <w:multiLevelType w:val="hybridMultilevel"/>
    <w:tmpl w:val="EC8EC9AE"/>
    <w:lvl w:ilvl="0" w:tplc="A0A67A90">
      <w:start w:val="9"/>
      <w:numFmt w:val="bullet"/>
      <w:lvlText w:val="-"/>
      <w:lvlJc w:val="left"/>
      <w:pPr>
        <w:ind w:left="1440" w:hanging="360"/>
      </w:pPr>
      <w:rPr>
        <w:rFonts w:hint="default" w:ascii="Gotham Book" w:hAnsi="Gotham Book" w:eastAsiaTheme="majorEastAsia" w:cs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D8E6936"/>
    <w:multiLevelType w:val="hybridMultilevel"/>
    <w:tmpl w:val="2BCC933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FDB9519"/>
    <w:multiLevelType w:val="hybridMultilevel"/>
    <w:tmpl w:val="EEE2E5BC"/>
    <w:lvl w:ilvl="0" w:tplc="16FE6C0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5EB3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D062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708A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72CDD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D82507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B90116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B8ED5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9A8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0F3625B"/>
    <w:multiLevelType w:val="hybridMultilevel"/>
    <w:tmpl w:val="FCCE345A"/>
    <w:lvl w:ilvl="0" w:tplc="F062827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8CD4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04834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E2001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6F4FF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62D3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E4CE7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12212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3A4C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565276B"/>
    <w:multiLevelType w:val="hybridMultilevel"/>
    <w:tmpl w:val="02245FF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8763213"/>
    <w:multiLevelType w:val="hybridMultilevel"/>
    <w:tmpl w:val="D4B488F2"/>
    <w:lvl w:ilvl="0" w:tplc="28B89B5E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eastAsia="Gotham Book" w:cs="Calibr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B4B6B65"/>
    <w:multiLevelType w:val="hybridMultilevel"/>
    <w:tmpl w:val="81A06E4E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FB65F0A"/>
    <w:multiLevelType w:val="hybridMultilevel"/>
    <w:tmpl w:val="767621BA"/>
    <w:lvl w:ilvl="0" w:tplc="BCDA68DE">
      <w:start w:val="2022"/>
      <w:numFmt w:val="bullet"/>
      <w:lvlText w:val="-"/>
      <w:lvlJc w:val="left"/>
      <w:pPr>
        <w:ind w:left="720" w:hanging="360"/>
      </w:pPr>
      <w:rPr>
        <w:rFonts w:hint="default" w:ascii="Gotham Book" w:hAnsi="Gotham Book" w:eastAsia="Arial" w:cs="Aria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FCC2F32"/>
    <w:multiLevelType w:val="hybridMultilevel"/>
    <w:tmpl w:val="87729768"/>
    <w:lvl w:ilvl="0" w:tplc="D5EC6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442C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8EAD5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8C46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F76D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3FC2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2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E2F2E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DDEB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2" w15:restartNumberingAfterBreak="0">
    <w:nsid w:val="72841266"/>
    <w:multiLevelType w:val="hybridMultilevel"/>
    <w:tmpl w:val="F8C2BBC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34034AD"/>
    <w:multiLevelType w:val="hybridMultilevel"/>
    <w:tmpl w:val="04AC8B6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77064D8"/>
    <w:multiLevelType w:val="hybridMultilevel"/>
    <w:tmpl w:val="238E6CA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86A3F50"/>
    <w:multiLevelType w:val="hybridMultilevel"/>
    <w:tmpl w:val="ECF8A9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E6A35"/>
    <w:multiLevelType w:val="hybridMultilevel"/>
    <w:tmpl w:val="64044DF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EE27DAC"/>
    <w:multiLevelType w:val="hybridMultilevel"/>
    <w:tmpl w:val="489E4CB4"/>
    <w:lvl w:ilvl="0" w:tplc="6DB2C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754848">
    <w:abstractNumId w:val="32"/>
  </w:num>
  <w:num w:numId="2" w16cid:durableId="972246018">
    <w:abstractNumId w:val="36"/>
  </w:num>
  <w:num w:numId="3" w16cid:durableId="15350783">
    <w:abstractNumId w:val="1"/>
  </w:num>
  <w:num w:numId="4" w16cid:durableId="208810733">
    <w:abstractNumId w:val="35"/>
  </w:num>
  <w:num w:numId="5" w16cid:durableId="1297101995">
    <w:abstractNumId w:val="4"/>
  </w:num>
  <w:num w:numId="6" w16cid:durableId="235405981">
    <w:abstractNumId w:val="41"/>
  </w:num>
  <w:num w:numId="7" w16cid:durableId="1835563967">
    <w:abstractNumId w:val="34"/>
  </w:num>
  <w:num w:numId="8" w16cid:durableId="305546813">
    <w:abstractNumId w:val="0"/>
  </w:num>
  <w:num w:numId="9" w16cid:durableId="1342661430">
    <w:abstractNumId w:val="18"/>
  </w:num>
  <w:num w:numId="10" w16cid:durableId="1287618014">
    <w:abstractNumId w:val="44"/>
  </w:num>
  <w:num w:numId="11" w16cid:durableId="1906449318">
    <w:abstractNumId w:val="20"/>
  </w:num>
  <w:num w:numId="12" w16cid:durableId="178932692">
    <w:abstractNumId w:val="28"/>
  </w:num>
  <w:num w:numId="13" w16cid:durableId="1877740899">
    <w:abstractNumId w:val="43"/>
  </w:num>
  <w:num w:numId="14" w16cid:durableId="1708138222">
    <w:abstractNumId w:val="24"/>
  </w:num>
  <w:num w:numId="15" w16cid:durableId="1451627725">
    <w:abstractNumId w:val="16"/>
  </w:num>
  <w:num w:numId="16" w16cid:durableId="1505128777">
    <w:abstractNumId w:val="37"/>
  </w:num>
  <w:num w:numId="17" w16cid:durableId="1279722338">
    <w:abstractNumId w:val="19"/>
  </w:num>
  <w:num w:numId="18" w16cid:durableId="780419601">
    <w:abstractNumId w:val="47"/>
  </w:num>
  <w:num w:numId="19" w16cid:durableId="1129513875">
    <w:abstractNumId w:val="6"/>
  </w:num>
  <w:num w:numId="20" w16cid:durableId="255988722">
    <w:abstractNumId w:val="11"/>
  </w:num>
  <w:num w:numId="21" w16cid:durableId="28338853">
    <w:abstractNumId w:val="15"/>
  </w:num>
  <w:num w:numId="22" w16cid:durableId="1919439138">
    <w:abstractNumId w:val="5"/>
  </w:num>
  <w:num w:numId="23" w16cid:durableId="1954171965">
    <w:abstractNumId w:val="14"/>
  </w:num>
  <w:num w:numId="24" w16cid:durableId="1806392513">
    <w:abstractNumId w:val="30"/>
  </w:num>
  <w:num w:numId="25" w16cid:durableId="474032581">
    <w:abstractNumId w:val="42"/>
  </w:num>
  <w:num w:numId="26" w16cid:durableId="11957742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59813863">
    <w:abstractNumId w:val="46"/>
  </w:num>
  <w:num w:numId="28" w16cid:durableId="808212063">
    <w:abstractNumId w:val="17"/>
  </w:num>
  <w:num w:numId="29" w16cid:durableId="686948607">
    <w:abstractNumId w:val="31"/>
  </w:num>
  <w:num w:numId="30" w16cid:durableId="1109351507">
    <w:abstractNumId w:val="27"/>
  </w:num>
  <w:num w:numId="31" w16cid:durableId="1308558076">
    <w:abstractNumId w:val="3"/>
  </w:num>
  <w:num w:numId="32" w16cid:durableId="1012344054">
    <w:abstractNumId w:val="13"/>
  </w:num>
  <w:num w:numId="33" w16cid:durableId="1209495810">
    <w:abstractNumId w:val="12"/>
  </w:num>
  <w:num w:numId="34" w16cid:durableId="1926373634">
    <w:abstractNumId w:val="9"/>
  </w:num>
  <w:num w:numId="35" w16cid:durableId="795177432">
    <w:abstractNumId w:val="25"/>
  </w:num>
  <w:num w:numId="36" w16cid:durableId="2038890672">
    <w:abstractNumId w:val="8"/>
  </w:num>
  <w:num w:numId="37" w16cid:durableId="1647081671">
    <w:abstractNumId w:val="40"/>
  </w:num>
  <w:num w:numId="38" w16cid:durableId="2071923729">
    <w:abstractNumId w:val="23"/>
  </w:num>
  <w:num w:numId="39" w16cid:durableId="1721859145">
    <w:abstractNumId w:val="29"/>
  </w:num>
  <w:num w:numId="40" w16cid:durableId="1769504332">
    <w:abstractNumId w:val="45"/>
  </w:num>
  <w:num w:numId="41" w16cid:durableId="820578865">
    <w:abstractNumId w:val="26"/>
  </w:num>
  <w:num w:numId="42" w16cid:durableId="1486437085">
    <w:abstractNumId w:val="7"/>
  </w:num>
  <w:num w:numId="43" w16cid:durableId="1978100254">
    <w:abstractNumId w:val="2"/>
  </w:num>
  <w:num w:numId="44" w16cid:durableId="1702052343">
    <w:abstractNumId w:val="33"/>
  </w:num>
  <w:num w:numId="45" w16cid:durableId="1477840110">
    <w:abstractNumId w:val="21"/>
  </w:num>
  <w:num w:numId="46" w16cid:durableId="2039819762">
    <w:abstractNumId w:val="39"/>
  </w:num>
  <w:num w:numId="47" w16cid:durableId="1913928458">
    <w:abstractNumId w:val="10"/>
  </w:num>
  <w:num w:numId="48" w16cid:durableId="18757759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0D"/>
    <w:rsid w:val="00001153"/>
    <w:rsid w:val="000076D1"/>
    <w:rsid w:val="000101B7"/>
    <w:rsid w:val="00021763"/>
    <w:rsid w:val="00021DED"/>
    <w:rsid w:val="00022BF1"/>
    <w:rsid w:val="0002701D"/>
    <w:rsid w:val="0003585B"/>
    <w:rsid w:val="0003663A"/>
    <w:rsid w:val="00042340"/>
    <w:rsid w:val="00043A92"/>
    <w:rsid w:val="00043BA8"/>
    <w:rsid w:val="00044494"/>
    <w:rsid w:val="0004538B"/>
    <w:rsid w:val="000454F4"/>
    <w:rsid w:val="000577B6"/>
    <w:rsid w:val="00063B9E"/>
    <w:rsid w:val="00066851"/>
    <w:rsid w:val="00070301"/>
    <w:rsid w:val="00072339"/>
    <w:rsid w:val="00076108"/>
    <w:rsid w:val="0009122F"/>
    <w:rsid w:val="00094BAB"/>
    <w:rsid w:val="00095E71"/>
    <w:rsid w:val="000963C2"/>
    <w:rsid w:val="000A55AB"/>
    <w:rsid w:val="000A58E2"/>
    <w:rsid w:val="000B08BF"/>
    <w:rsid w:val="000B1B27"/>
    <w:rsid w:val="000C2252"/>
    <w:rsid w:val="000D33B7"/>
    <w:rsid w:val="000D3731"/>
    <w:rsid w:val="000D3AAB"/>
    <w:rsid w:val="000E2A2F"/>
    <w:rsid w:val="00101876"/>
    <w:rsid w:val="00103FD1"/>
    <w:rsid w:val="00114A8E"/>
    <w:rsid w:val="0011548A"/>
    <w:rsid w:val="00124AB7"/>
    <w:rsid w:val="0012614B"/>
    <w:rsid w:val="0013204B"/>
    <w:rsid w:val="001343E2"/>
    <w:rsid w:val="00134726"/>
    <w:rsid w:val="00137E9F"/>
    <w:rsid w:val="00140D3C"/>
    <w:rsid w:val="001441BE"/>
    <w:rsid w:val="001451FF"/>
    <w:rsid w:val="001609C4"/>
    <w:rsid w:val="001641E3"/>
    <w:rsid w:val="001645EE"/>
    <w:rsid w:val="001673C4"/>
    <w:rsid w:val="00177FFE"/>
    <w:rsid w:val="00183A92"/>
    <w:rsid w:val="00197050"/>
    <w:rsid w:val="001A681B"/>
    <w:rsid w:val="001A7601"/>
    <w:rsid w:val="001B35DF"/>
    <w:rsid w:val="001B6A7E"/>
    <w:rsid w:val="001C523A"/>
    <w:rsid w:val="001D3EEA"/>
    <w:rsid w:val="001D4C45"/>
    <w:rsid w:val="001D752B"/>
    <w:rsid w:val="001E05AD"/>
    <w:rsid w:val="001E3090"/>
    <w:rsid w:val="001E349E"/>
    <w:rsid w:val="001E3C26"/>
    <w:rsid w:val="001E49DC"/>
    <w:rsid w:val="001E786C"/>
    <w:rsid w:val="001F369B"/>
    <w:rsid w:val="001F7274"/>
    <w:rsid w:val="0020537E"/>
    <w:rsid w:val="002105C0"/>
    <w:rsid w:val="002110B9"/>
    <w:rsid w:val="0021373C"/>
    <w:rsid w:val="0021489F"/>
    <w:rsid w:val="0021624B"/>
    <w:rsid w:val="00224D4A"/>
    <w:rsid w:val="0023184D"/>
    <w:rsid w:val="0023298E"/>
    <w:rsid w:val="0023402C"/>
    <w:rsid w:val="00236FDA"/>
    <w:rsid w:val="002414B0"/>
    <w:rsid w:val="00241CC7"/>
    <w:rsid w:val="00245405"/>
    <w:rsid w:val="00247EED"/>
    <w:rsid w:val="00250B0B"/>
    <w:rsid w:val="0025130F"/>
    <w:rsid w:val="00252F0C"/>
    <w:rsid w:val="00262E49"/>
    <w:rsid w:val="002645B2"/>
    <w:rsid w:val="00265F5F"/>
    <w:rsid w:val="002706D6"/>
    <w:rsid w:val="00272339"/>
    <w:rsid w:val="0027629A"/>
    <w:rsid w:val="002775A8"/>
    <w:rsid w:val="0028145D"/>
    <w:rsid w:val="00283160"/>
    <w:rsid w:val="00283E12"/>
    <w:rsid w:val="002920DF"/>
    <w:rsid w:val="00295CAC"/>
    <w:rsid w:val="00296194"/>
    <w:rsid w:val="002A1872"/>
    <w:rsid w:val="002A2466"/>
    <w:rsid w:val="002B0DDA"/>
    <w:rsid w:val="002B3F24"/>
    <w:rsid w:val="002B42C4"/>
    <w:rsid w:val="002C78A7"/>
    <w:rsid w:val="002E05C7"/>
    <w:rsid w:val="002F1B48"/>
    <w:rsid w:val="00301763"/>
    <w:rsid w:val="00302BBB"/>
    <w:rsid w:val="00307D20"/>
    <w:rsid w:val="003145A4"/>
    <w:rsid w:val="00322573"/>
    <w:rsid w:val="00325757"/>
    <w:rsid w:val="003270E5"/>
    <w:rsid w:val="0033158E"/>
    <w:rsid w:val="0034137E"/>
    <w:rsid w:val="00344596"/>
    <w:rsid w:val="003477F0"/>
    <w:rsid w:val="003519F8"/>
    <w:rsid w:val="00352EE1"/>
    <w:rsid w:val="003566FD"/>
    <w:rsid w:val="00357312"/>
    <w:rsid w:val="0036503C"/>
    <w:rsid w:val="003662A4"/>
    <w:rsid w:val="00373AAC"/>
    <w:rsid w:val="003918CB"/>
    <w:rsid w:val="00393531"/>
    <w:rsid w:val="003A1DA2"/>
    <w:rsid w:val="003A3D4B"/>
    <w:rsid w:val="003A3EF8"/>
    <w:rsid w:val="003A6518"/>
    <w:rsid w:val="003B16F1"/>
    <w:rsid w:val="003C49C7"/>
    <w:rsid w:val="003C6287"/>
    <w:rsid w:val="003C6697"/>
    <w:rsid w:val="003D07D0"/>
    <w:rsid w:val="003D1904"/>
    <w:rsid w:val="003E28D3"/>
    <w:rsid w:val="003E4F28"/>
    <w:rsid w:val="003E66C0"/>
    <w:rsid w:val="003F55B0"/>
    <w:rsid w:val="003F67F2"/>
    <w:rsid w:val="00402CD6"/>
    <w:rsid w:val="00405D8A"/>
    <w:rsid w:val="004064C9"/>
    <w:rsid w:val="004071EA"/>
    <w:rsid w:val="004101CA"/>
    <w:rsid w:val="00416E80"/>
    <w:rsid w:val="00416F88"/>
    <w:rsid w:val="00424B1A"/>
    <w:rsid w:val="004251CB"/>
    <w:rsid w:val="00445D4B"/>
    <w:rsid w:val="00451EA0"/>
    <w:rsid w:val="00455FF5"/>
    <w:rsid w:val="00464592"/>
    <w:rsid w:val="00466AA3"/>
    <w:rsid w:val="00467027"/>
    <w:rsid w:val="004722E2"/>
    <w:rsid w:val="00476300"/>
    <w:rsid w:val="00480436"/>
    <w:rsid w:val="00485EFE"/>
    <w:rsid w:val="00491D54"/>
    <w:rsid w:val="0049496C"/>
    <w:rsid w:val="004A07C8"/>
    <w:rsid w:val="004A4EFA"/>
    <w:rsid w:val="004B3DEE"/>
    <w:rsid w:val="004B407E"/>
    <w:rsid w:val="004C5194"/>
    <w:rsid w:val="004D6F80"/>
    <w:rsid w:val="004E3A96"/>
    <w:rsid w:val="004E46D0"/>
    <w:rsid w:val="004F39CA"/>
    <w:rsid w:val="004F4246"/>
    <w:rsid w:val="00503C06"/>
    <w:rsid w:val="005069D4"/>
    <w:rsid w:val="00510515"/>
    <w:rsid w:val="0051053C"/>
    <w:rsid w:val="005121B1"/>
    <w:rsid w:val="0051416C"/>
    <w:rsid w:val="005156CD"/>
    <w:rsid w:val="00525E65"/>
    <w:rsid w:val="00525F7B"/>
    <w:rsid w:val="0052713B"/>
    <w:rsid w:val="00531356"/>
    <w:rsid w:val="0053740C"/>
    <w:rsid w:val="0053779C"/>
    <w:rsid w:val="005459F1"/>
    <w:rsid w:val="005508CA"/>
    <w:rsid w:val="0055150F"/>
    <w:rsid w:val="00551585"/>
    <w:rsid w:val="00555A6C"/>
    <w:rsid w:val="0056146F"/>
    <w:rsid w:val="00564996"/>
    <w:rsid w:val="005709BB"/>
    <w:rsid w:val="00580AF0"/>
    <w:rsid w:val="00586253"/>
    <w:rsid w:val="00587B57"/>
    <w:rsid w:val="0059108A"/>
    <w:rsid w:val="00597105"/>
    <w:rsid w:val="00597608"/>
    <w:rsid w:val="005A72C7"/>
    <w:rsid w:val="005B58D9"/>
    <w:rsid w:val="005D4BB4"/>
    <w:rsid w:val="005D7755"/>
    <w:rsid w:val="005E1E89"/>
    <w:rsid w:val="005E3C93"/>
    <w:rsid w:val="005F315B"/>
    <w:rsid w:val="005F48A9"/>
    <w:rsid w:val="005F6BE8"/>
    <w:rsid w:val="005F7DD6"/>
    <w:rsid w:val="00601E4A"/>
    <w:rsid w:val="00604958"/>
    <w:rsid w:val="00611F37"/>
    <w:rsid w:val="0061436C"/>
    <w:rsid w:val="006166C7"/>
    <w:rsid w:val="00622C6B"/>
    <w:rsid w:val="00625070"/>
    <w:rsid w:val="0063065C"/>
    <w:rsid w:val="00632473"/>
    <w:rsid w:val="00634AF4"/>
    <w:rsid w:val="00637E09"/>
    <w:rsid w:val="00652C43"/>
    <w:rsid w:val="006537A5"/>
    <w:rsid w:val="00653E59"/>
    <w:rsid w:val="0066275E"/>
    <w:rsid w:val="00662BC6"/>
    <w:rsid w:val="00663A43"/>
    <w:rsid w:val="00664715"/>
    <w:rsid w:val="00664B15"/>
    <w:rsid w:val="006650F2"/>
    <w:rsid w:val="00667202"/>
    <w:rsid w:val="00682BF2"/>
    <w:rsid w:val="006836D8"/>
    <w:rsid w:val="006842D5"/>
    <w:rsid w:val="006908A5"/>
    <w:rsid w:val="00692CBB"/>
    <w:rsid w:val="006A04AC"/>
    <w:rsid w:val="006A0A4B"/>
    <w:rsid w:val="006B1065"/>
    <w:rsid w:val="006B1CB3"/>
    <w:rsid w:val="006C431A"/>
    <w:rsid w:val="006E377F"/>
    <w:rsid w:val="006E6C93"/>
    <w:rsid w:val="006F1F02"/>
    <w:rsid w:val="006F2529"/>
    <w:rsid w:val="006F44E1"/>
    <w:rsid w:val="006F57F7"/>
    <w:rsid w:val="00702CFF"/>
    <w:rsid w:val="00703587"/>
    <w:rsid w:val="00724EE6"/>
    <w:rsid w:val="00726C71"/>
    <w:rsid w:val="0072715A"/>
    <w:rsid w:val="007271BD"/>
    <w:rsid w:val="007418DF"/>
    <w:rsid w:val="00742769"/>
    <w:rsid w:val="00743E89"/>
    <w:rsid w:val="00747309"/>
    <w:rsid w:val="0075297F"/>
    <w:rsid w:val="00754DBB"/>
    <w:rsid w:val="007640B8"/>
    <w:rsid w:val="00774E91"/>
    <w:rsid w:val="00777A1C"/>
    <w:rsid w:val="00780676"/>
    <w:rsid w:val="00793433"/>
    <w:rsid w:val="00797397"/>
    <w:rsid w:val="007A61BE"/>
    <w:rsid w:val="007B18E9"/>
    <w:rsid w:val="007B1B0A"/>
    <w:rsid w:val="007C32BA"/>
    <w:rsid w:val="007D2033"/>
    <w:rsid w:val="007D4137"/>
    <w:rsid w:val="007D6912"/>
    <w:rsid w:val="007E2C8A"/>
    <w:rsid w:val="007E35F6"/>
    <w:rsid w:val="007F261A"/>
    <w:rsid w:val="007F5A6E"/>
    <w:rsid w:val="008003FB"/>
    <w:rsid w:val="00801887"/>
    <w:rsid w:val="008077B5"/>
    <w:rsid w:val="00812E77"/>
    <w:rsid w:val="0082248D"/>
    <w:rsid w:val="00826665"/>
    <w:rsid w:val="00836FB7"/>
    <w:rsid w:val="00841021"/>
    <w:rsid w:val="0084319A"/>
    <w:rsid w:val="008505AA"/>
    <w:rsid w:val="008515A8"/>
    <w:rsid w:val="00852581"/>
    <w:rsid w:val="0085264E"/>
    <w:rsid w:val="008646BC"/>
    <w:rsid w:val="0086D292"/>
    <w:rsid w:val="0088147A"/>
    <w:rsid w:val="00882D02"/>
    <w:rsid w:val="00884666"/>
    <w:rsid w:val="008902D8"/>
    <w:rsid w:val="00891B94"/>
    <w:rsid w:val="008A42E5"/>
    <w:rsid w:val="008B098D"/>
    <w:rsid w:val="008B262D"/>
    <w:rsid w:val="008B2828"/>
    <w:rsid w:val="008C015E"/>
    <w:rsid w:val="008C3F45"/>
    <w:rsid w:val="008D29E7"/>
    <w:rsid w:val="008E20A3"/>
    <w:rsid w:val="008F2D4E"/>
    <w:rsid w:val="008F5B47"/>
    <w:rsid w:val="009000E7"/>
    <w:rsid w:val="00900FC1"/>
    <w:rsid w:val="00907EC6"/>
    <w:rsid w:val="00911C50"/>
    <w:rsid w:val="009139FA"/>
    <w:rsid w:val="009159C6"/>
    <w:rsid w:val="009179D9"/>
    <w:rsid w:val="00921B45"/>
    <w:rsid w:val="00925647"/>
    <w:rsid w:val="00926CAA"/>
    <w:rsid w:val="009279D1"/>
    <w:rsid w:val="00932553"/>
    <w:rsid w:val="0093334F"/>
    <w:rsid w:val="00941C88"/>
    <w:rsid w:val="0094212C"/>
    <w:rsid w:val="00954808"/>
    <w:rsid w:val="009640BE"/>
    <w:rsid w:val="00973CC8"/>
    <w:rsid w:val="00976723"/>
    <w:rsid w:val="00980F12"/>
    <w:rsid w:val="0098102C"/>
    <w:rsid w:val="00994FF9"/>
    <w:rsid w:val="009A091D"/>
    <w:rsid w:val="009A4E1B"/>
    <w:rsid w:val="009A65D0"/>
    <w:rsid w:val="009A6817"/>
    <w:rsid w:val="009B3D0B"/>
    <w:rsid w:val="009D0E9F"/>
    <w:rsid w:val="009D0F63"/>
    <w:rsid w:val="009D3C06"/>
    <w:rsid w:val="009D55C5"/>
    <w:rsid w:val="009E07F4"/>
    <w:rsid w:val="009E21C4"/>
    <w:rsid w:val="009E30DC"/>
    <w:rsid w:val="009E4BDE"/>
    <w:rsid w:val="009E60C8"/>
    <w:rsid w:val="009F01F8"/>
    <w:rsid w:val="009F6130"/>
    <w:rsid w:val="009F6746"/>
    <w:rsid w:val="00A04BD4"/>
    <w:rsid w:val="00A1445E"/>
    <w:rsid w:val="00A16021"/>
    <w:rsid w:val="00A1778E"/>
    <w:rsid w:val="00A21BAC"/>
    <w:rsid w:val="00A2553F"/>
    <w:rsid w:val="00A337F1"/>
    <w:rsid w:val="00A5573A"/>
    <w:rsid w:val="00A56D25"/>
    <w:rsid w:val="00A570BA"/>
    <w:rsid w:val="00A6204B"/>
    <w:rsid w:val="00A66E57"/>
    <w:rsid w:val="00A762B5"/>
    <w:rsid w:val="00A77BFD"/>
    <w:rsid w:val="00A80AE4"/>
    <w:rsid w:val="00A80D81"/>
    <w:rsid w:val="00A82403"/>
    <w:rsid w:val="00A839BC"/>
    <w:rsid w:val="00A87FD8"/>
    <w:rsid w:val="00A92539"/>
    <w:rsid w:val="00A94E2B"/>
    <w:rsid w:val="00A959CD"/>
    <w:rsid w:val="00A965E1"/>
    <w:rsid w:val="00A96D32"/>
    <w:rsid w:val="00AA150E"/>
    <w:rsid w:val="00AA4EF3"/>
    <w:rsid w:val="00AA7F2A"/>
    <w:rsid w:val="00AB01B0"/>
    <w:rsid w:val="00AB23E4"/>
    <w:rsid w:val="00AC0840"/>
    <w:rsid w:val="00AC4042"/>
    <w:rsid w:val="00AC5754"/>
    <w:rsid w:val="00AC577E"/>
    <w:rsid w:val="00AD280C"/>
    <w:rsid w:val="00AD3972"/>
    <w:rsid w:val="00AE3E85"/>
    <w:rsid w:val="00AE4E07"/>
    <w:rsid w:val="00AF2468"/>
    <w:rsid w:val="00B013F4"/>
    <w:rsid w:val="00B139DB"/>
    <w:rsid w:val="00B13F56"/>
    <w:rsid w:val="00B151E8"/>
    <w:rsid w:val="00B1640D"/>
    <w:rsid w:val="00B205D0"/>
    <w:rsid w:val="00B22447"/>
    <w:rsid w:val="00B25970"/>
    <w:rsid w:val="00B26BB8"/>
    <w:rsid w:val="00B26E37"/>
    <w:rsid w:val="00B36E65"/>
    <w:rsid w:val="00B373D8"/>
    <w:rsid w:val="00B45636"/>
    <w:rsid w:val="00B46930"/>
    <w:rsid w:val="00B4782A"/>
    <w:rsid w:val="00B51553"/>
    <w:rsid w:val="00B558EE"/>
    <w:rsid w:val="00B60721"/>
    <w:rsid w:val="00B6FFDB"/>
    <w:rsid w:val="00B72FC8"/>
    <w:rsid w:val="00B82E80"/>
    <w:rsid w:val="00B879DF"/>
    <w:rsid w:val="00B961E9"/>
    <w:rsid w:val="00BA2D23"/>
    <w:rsid w:val="00BA44C9"/>
    <w:rsid w:val="00BA5AE6"/>
    <w:rsid w:val="00BB6DD3"/>
    <w:rsid w:val="00BC08F9"/>
    <w:rsid w:val="00BC21BC"/>
    <w:rsid w:val="00BC2FAB"/>
    <w:rsid w:val="00BC62F2"/>
    <w:rsid w:val="00BF7086"/>
    <w:rsid w:val="00BF77C0"/>
    <w:rsid w:val="00BF9651"/>
    <w:rsid w:val="00C00FAD"/>
    <w:rsid w:val="00C141BB"/>
    <w:rsid w:val="00C202BB"/>
    <w:rsid w:val="00C300D8"/>
    <w:rsid w:val="00C335B6"/>
    <w:rsid w:val="00C33902"/>
    <w:rsid w:val="00C3667F"/>
    <w:rsid w:val="00C3684F"/>
    <w:rsid w:val="00C403E1"/>
    <w:rsid w:val="00C442D0"/>
    <w:rsid w:val="00C44B6D"/>
    <w:rsid w:val="00C46D30"/>
    <w:rsid w:val="00C5092D"/>
    <w:rsid w:val="00C55CFC"/>
    <w:rsid w:val="00C608B1"/>
    <w:rsid w:val="00C62567"/>
    <w:rsid w:val="00C6313A"/>
    <w:rsid w:val="00C646F8"/>
    <w:rsid w:val="00C74C53"/>
    <w:rsid w:val="00CA0485"/>
    <w:rsid w:val="00CA3619"/>
    <w:rsid w:val="00CA5B21"/>
    <w:rsid w:val="00CA7185"/>
    <w:rsid w:val="00CB03F0"/>
    <w:rsid w:val="00CB3BC2"/>
    <w:rsid w:val="00CC64D3"/>
    <w:rsid w:val="00CE1223"/>
    <w:rsid w:val="00CE4E5A"/>
    <w:rsid w:val="00CF0C2D"/>
    <w:rsid w:val="00D019B8"/>
    <w:rsid w:val="00D03382"/>
    <w:rsid w:val="00D04FB8"/>
    <w:rsid w:val="00D05243"/>
    <w:rsid w:val="00D22AE9"/>
    <w:rsid w:val="00D33F1A"/>
    <w:rsid w:val="00D35247"/>
    <w:rsid w:val="00D37978"/>
    <w:rsid w:val="00D411DC"/>
    <w:rsid w:val="00D536D8"/>
    <w:rsid w:val="00D6199B"/>
    <w:rsid w:val="00D65E5C"/>
    <w:rsid w:val="00D70026"/>
    <w:rsid w:val="00D71CE2"/>
    <w:rsid w:val="00D724CA"/>
    <w:rsid w:val="00D724DE"/>
    <w:rsid w:val="00D72AEE"/>
    <w:rsid w:val="00D80DC8"/>
    <w:rsid w:val="00D843CF"/>
    <w:rsid w:val="00D92384"/>
    <w:rsid w:val="00D977ED"/>
    <w:rsid w:val="00DA0899"/>
    <w:rsid w:val="00DA0E65"/>
    <w:rsid w:val="00DA3A2F"/>
    <w:rsid w:val="00DA5763"/>
    <w:rsid w:val="00DB04EA"/>
    <w:rsid w:val="00DB4BF1"/>
    <w:rsid w:val="00DC648E"/>
    <w:rsid w:val="00DC78BE"/>
    <w:rsid w:val="00DD081F"/>
    <w:rsid w:val="00DD2183"/>
    <w:rsid w:val="00DE045D"/>
    <w:rsid w:val="00DE513D"/>
    <w:rsid w:val="00DE773C"/>
    <w:rsid w:val="00E06590"/>
    <w:rsid w:val="00E1001F"/>
    <w:rsid w:val="00E13029"/>
    <w:rsid w:val="00E20956"/>
    <w:rsid w:val="00E256D0"/>
    <w:rsid w:val="00E25B00"/>
    <w:rsid w:val="00E36A42"/>
    <w:rsid w:val="00E37FC2"/>
    <w:rsid w:val="00E40CCE"/>
    <w:rsid w:val="00E41384"/>
    <w:rsid w:val="00E41697"/>
    <w:rsid w:val="00E46DE1"/>
    <w:rsid w:val="00E516AB"/>
    <w:rsid w:val="00E6549E"/>
    <w:rsid w:val="00E72229"/>
    <w:rsid w:val="00E80670"/>
    <w:rsid w:val="00E82ACD"/>
    <w:rsid w:val="00E84345"/>
    <w:rsid w:val="00E851EC"/>
    <w:rsid w:val="00E870F6"/>
    <w:rsid w:val="00E91053"/>
    <w:rsid w:val="00EA7BEE"/>
    <w:rsid w:val="00EB4EAF"/>
    <w:rsid w:val="00EC4CC4"/>
    <w:rsid w:val="00EC7A67"/>
    <w:rsid w:val="00ED2B48"/>
    <w:rsid w:val="00ED30BF"/>
    <w:rsid w:val="00ED574E"/>
    <w:rsid w:val="00ED6135"/>
    <w:rsid w:val="00EF1CBA"/>
    <w:rsid w:val="00EF6EE9"/>
    <w:rsid w:val="00F07CB9"/>
    <w:rsid w:val="00F258D1"/>
    <w:rsid w:val="00F26F6D"/>
    <w:rsid w:val="00F323D1"/>
    <w:rsid w:val="00F350F8"/>
    <w:rsid w:val="00F41626"/>
    <w:rsid w:val="00F46DD6"/>
    <w:rsid w:val="00F55938"/>
    <w:rsid w:val="00F650E7"/>
    <w:rsid w:val="00F75F5A"/>
    <w:rsid w:val="00F82A55"/>
    <w:rsid w:val="00F86640"/>
    <w:rsid w:val="00F91356"/>
    <w:rsid w:val="00FA5D42"/>
    <w:rsid w:val="00FB1E65"/>
    <w:rsid w:val="00FB2D28"/>
    <w:rsid w:val="00FC2658"/>
    <w:rsid w:val="00FC7B64"/>
    <w:rsid w:val="00FD0ED0"/>
    <w:rsid w:val="00FD17D1"/>
    <w:rsid w:val="00FD2DAC"/>
    <w:rsid w:val="00FE11C7"/>
    <w:rsid w:val="00FE133E"/>
    <w:rsid w:val="00FE4DF3"/>
    <w:rsid w:val="00FF2481"/>
    <w:rsid w:val="01197A5C"/>
    <w:rsid w:val="01581E57"/>
    <w:rsid w:val="0233F94E"/>
    <w:rsid w:val="02693990"/>
    <w:rsid w:val="0358CE9E"/>
    <w:rsid w:val="05BB07E7"/>
    <w:rsid w:val="066B02DB"/>
    <w:rsid w:val="06972B7C"/>
    <w:rsid w:val="0883E343"/>
    <w:rsid w:val="08A8E963"/>
    <w:rsid w:val="09A2A39D"/>
    <w:rsid w:val="09C4ED09"/>
    <w:rsid w:val="0A1B295D"/>
    <w:rsid w:val="0B033EBD"/>
    <w:rsid w:val="0B19D1A1"/>
    <w:rsid w:val="0C368D93"/>
    <w:rsid w:val="0C84D7DE"/>
    <w:rsid w:val="0CF89808"/>
    <w:rsid w:val="0D55911C"/>
    <w:rsid w:val="0E04954D"/>
    <w:rsid w:val="0E20A83F"/>
    <w:rsid w:val="0E588C62"/>
    <w:rsid w:val="0E8A4F87"/>
    <w:rsid w:val="0EA99BE2"/>
    <w:rsid w:val="0F10E0CA"/>
    <w:rsid w:val="0F1B463B"/>
    <w:rsid w:val="0FAAFFF4"/>
    <w:rsid w:val="115179C4"/>
    <w:rsid w:val="115FD17F"/>
    <w:rsid w:val="130D8437"/>
    <w:rsid w:val="131AA4E3"/>
    <w:rsid w:val="13295061"/>
    <w:rsid w:val="13489B84"/>
    <w:rsid w:val="1422BC24"/>
    <w:rsid w:val="142AB876"/>
    <w:rsid w:val="15157C73"/>
    <w:rsid w:val="1660F123"/>
    <w:rsid w:val="16955758"/>
    <w:rsid w:val="173F3F79"/>
    <w:rsid w:val="17505130"/>
    <w:rsid w:val="17705946"/>
    <w:rsid w:val="1816FFBF"/>
    <w:rsid w:val="18A3F937"/>
    <w:rsid w:val="19736E90"/>
    <w:rsid w:val="1AAF24A4"/>
    <w:rsid w:val="1C2F325E"/>
    <w:rsid w:val="1D0498DC"/>
    <w:rsid w:val="1E136DC2"/>
    <w:rsid w:val="1F4F7621"/>
    <w:rsid w:val="1F79D6D1"/>
    <w:rsid w:val="1FE0A984"/>
    <w:rsid w:val="2050AA07"/>
    <w:rsid w:val="2101E8EB"/>
    <w:rsid w:val="21EE103E"/>
    <w:rsid w:val="238714EE"/>
    <w:rsid w:val="24B41AA7"/>
    <w:rsid w:val="25CD21E6"/>
    <w:rsid w:val="25D02162"/>
    <w:rsid w:val="25EDFBFA"/>
    <w:rsid w:val="262FD701"/>
    <w:rsid w:val="267F0273"/>
    <w:rsid w:val="2768F247"/>
    <w:rsid w:val="277F37A4"/>
    <w:rsid w:val="28F092E5"/>
    <w:rsid w:val="2919F98E"/>
    <w:rsid w:val="2B020A47"/>
    <w:rsid w:val="2B235C2B"/>
    <w:rsid w:val="2C1F4BDE"/>
    <w:rsid w:val="2C455628"/>
    <w:rsid w:val="2C9CA4FD"/>
    <w:rsid w:val="2EE06373"/>
    <w:rsid w:val="2F893B12"/>
    <w:rsid w:val="30FEBB10"/>
    <w:rsid w:val="31A42C4C"/>
    <w:rsid w:val="3337C93D"/>
    <w:rsid w:val="33519DF2"/>
    <w:rsid w:val="3391EBB0"/>
    <w:rsid w:val="34204D61"/>
    <w:rsid w:val="34D0498B"/>
    <w:rsid w:val="35FF1BB3"/>
    <w:rsid w:val="36166F60"/>
    <w:rsid w:val="3646857E"/>
    <w:rsid w:val="3711B16A"/>
    <w:rsid w:val="3719A1B2"/>
    <w:rsid w:val="3740A968"/>
    <w:rsid w:val="37530EDE"/>
    <w:rsid w:val="375B4B19"/>
    <w:rsid w:val="37F4750A"/>
    <w:rsid w:val="39FE73C6"/>
    <w:rsid w:val="3B91CC34"/>
    <w:rsid w:val="3C141A8B"/>
    <w:rsid w:val="3C706E88"/>
    <w:rsid w:val="3D1BE6F3"/>
    <w:rsid w:val="3D7EA85C"/>
    <w:rsid w:val="3E101D0F"/>
    <w:rsid w:val="3E4801D1"/>
    <w:rsid w:val="3E56C090"/>
    <w:rsid w:val="3F3B196D"/>
    <w:rsid w:val="3F4BBB4D"/>
    <w:rsid w:val="402AEF54"/>
    <w:rsid w:val="4149D8DF"/>
    <w:rsid w:val="41607305"/>
    <w:rsid w:val="436AAC8A"/>
    <w:rsid w:val="43A5560C"/>
    <w:rsid w:val="43B46D0B"/>
    <w:rsid w:val="43FFE47F"/>
    <w:rsid w:val="466454B1"/>
    <w:rsid w:val="47BA4AD2"/>
    <w:rsid w:val="48222AD5"/>
    <w:rsid w:val="48B9AAE6"/>
    <w:rsid w:val="48F29D93"/>
    <w:rsid w:val="490B90EF"/>
    <w:rsid w:val="498FC891"/>
    <w:rsid w:val="49D142EE"/>
    <w:rsid w:val="4A965B7A"/>
    <w:rsid w:val="4AF03FA2"/>
    <w:rsid w:val="4B09F5CF"/>
    <w:rsid w:val="4B47C7B9"/>
    <w:rsid w:val="4B81B455"/>
    <w:rsid w:val="4BD00526"/>
    <w:rsid w:val="4CEABDCF"/>
    <w:rsid w:val="4D2EA3F7"/>
    <w:rsid w:val="4D766F44"/>
    <w:rsid w:val="4FA11B14"/>
    <w:rsid w:val="4FA9BD30"/>
    <w:rsid w:val="4FC2A349"/>
    <w:rsid w:val="50F45B93"/>
    <w:rsid w:val="521EA43D"/>
    <w:rsid w:val="5249E067"/>
    <w:rsid w:val="52F7744C"/>
    <w:rsid w:val="5357349C"/>
    <w:rsid w:val="53741A6F"/>
    <w:rsid w:val="551909AE"/>
    <w:rsid w:val="5562CA2F"/>
    <w:rsid w:val="55D90E21"/>
    <w:rsid w:val="56757D9A"/>
    <w:rsid w:val="56BC2E39"/>
    <w:rsid w:val="56FB081E"/>
    <w:rsid w:val="58CCCF4B"/>
    <w:rsid w:val="58E596BD"/>
    <w:rsid w:val="59156B3D"/>
    <w:rsid w:val="598471D3"/>
    <w:rsid w:val="5AAC7F44"/>
    <w:rsid w:val="5B7F2C54"/>
    <w:rsid w:val="5BAE43BF"/>
    <w:rsid w:val="5BDABD69"/>
    <w:rsid w:val="5C3F599B"/>
    <w:rsid w:val="5D9A6FD1"/>
    <w:rsid w:val="5DFA0F14"/>
    <w:rsid w:val="603A64A5"/>
    <w:rsid w:val="60529D77"/>
    <w:rsid w:val="60D257F8"/>
    <w:rsid w:val="61D514DC"/>
    <w:rsid w:val="61F65B5E"/>
    <w:rsid w:val="62F7EE30"/>
    <w:rsid w:val="65260E9A"/>
    <w:rsid w:val="6550ECD2"/>
    <w:rsid w:val="657E6F34"/>
    <w:rsid w:val="659E9862"/>
    <w:rsid w:val="65F102EB"/>
    <w:rsid w:val="6616FC29"/>
    <w:rsid w:val="66496218"/>
    <w:rsid w:val="66C1DEFB"/>
    <w:rsid w:val="67112753"/>
    <w:rsid w:val="67802373"/>
    <w:rsid w:val="6787205B"/>
    <w:rsid w:val="6793F1B3"/>
    <w:rsid w:val="69C75CF0"/>
    <w:rsid w:val="69E269B3"/>
    <w:rsid w:val="69F97FBD"/>
    <w:rsid w:val="6A4BEB76"/>
    <w:rsid w:val="6ADEDAE3"/>
    <w:rsid w:val="6BA79C46"/>
    <w:rsid w:val="6CA60F44"/>
    <w:rsid w:val="6E5B0802"/>
    <w:rsid w:val="6FE209B2"/>
    <w:rsid w:val="70490017"/>
    <w:rsid w:val="705166D6"/>
    <w:rsid w:val="70613497"/>
    <w:rsid w:val="70E65AAF"/>
    <w:rsid w:val="726D177B"/>
    <w:rsid w:val="740BCD29"/>
    <w:rsid w:val="74B35D90"/>
    <w:rsid w:val="764CF18A"/>
    <w:rsid w:val="777B7558"/>
    <w:rsid w:val="78321077"/>
    <w:rsid w:val="786A4096"/>
    <w:rsid w:val="787BC0AC"/>
    <w:rsid w:val="78C68D33"/>
    <w:rsid w:val="79CDE0D8"/>
    <w:rsid w:val="7A2379A7"/>
    <w:rsid w:val="7A36B165"/>
    <w:rsid w:val="7A539FD6"/>
    <w:rsid w:val="7A58FFEC"/>
    <w:rsid w:val="7BE64280"/>
    <w:rsid w:val="7C8774B6"/>
    <w:rsid w:val="7CF649E6"/>
    <w:rsid w:val="7D4F31CF"/>
    <w:rsid w:val="7F15E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28F06A"/>
  <w15:chartTrackingRefBased/>
  <w15:docId w15:val="{953CA4ED-CCD5-4629-B73F-82101BA8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77ED"/>
    <w:rPr>
      <w:sz w:val="22"/>
    </w:rPr>
  </w:style>
  <w:style w:type="paragraph" w:styleId="Heading1">
    <w:name w:val="heading 1"/>
    <w:aliases w:val="Heading - TA"/>
    <w:basedOn w:val="Normal"/>
    <w:link w:val="Heading1Char"/>
    <w:uiPriority w:val="1"/>
    <w:qFormat/>
    <w:rsid w:val="00095E71"/>
    <w:pPr>
      <w:widowControl w:val="0"/>
      <w:outlineLvl w:val="0"/>
    </w:pPr>
    <w:rPr>
      <w:rFonts w:ascii="Arial" w:hAnsi="Arial" w:eastAsia="Gotham Bold" w:cs="Times New Roman"/>
      <w:b/>
      <w:caps/>
      <w:color w:val="0091D2"/>
      <w:sz w:val="60"/>
      <w:szCs w:val="30"/>
      <w:lang w:val="en-US"/>
    </w:rPr>
  </w:style>
  <w:style w:type="paragraph" w:styleId="Heading2">
    <w:name w:val="heading 2"/>
    <w:aliases w:val="Subheading 1"/>
    <w:basedOn w:val="Normal"/>
    <w:next w:val="Normal"/>
    <w:link w:val="Heading2Char"/>
    <w:uiPriority w:val="9"/>
    <w:unhideWhenUsed/>
    <w:qFormat/>
    <w:rsid w:val="004064C9"/>
    <w:pPr>
      <w:keepNext/>
      <w:keepLines/>
      <w:spacing w:before="40"/>
      <w:outlineLvl w:val="1"/>
    </w:pPr>
    <w:rPr>
      <w:rFonts w:ascii="Arial" w:hAnsi="Arial" w:cs="Times New Roman (Headings CS)" w:eastAsiaTheme="majorEastAsia"/>
      <w:b/>
      <w:caps/>
      <w:color w:val="000000" w:themeColor="text1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4064C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616E1A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TTCGeneric" w:customStyle="1">
    <w:name w:val="TA_TTC_Generic"/>
    <w:basedOn w:val="TableNormal"/>
    <w:uiPriority w:val="99"/>
    <w:rsid w:val="009E30DC"/>
    <w:rPr>
      <w:rFonts w:ascii="Arial" w:hAnsi="Arial"/>
      <w:color w:val="000000" w:themeColor="text1"/>
      <w:sz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113" w:type="dxa"/>
        <w:bottom w:w="113" w:type="dxa"/>
      </w:tblCellMar>
    </w:tblPr>
    <w:tblStylePr w:type="firstRow">
      <w:rPr>
        <w:b/>
        <w:color w:val="FFFFFF" w:themeColor="background1"/>
      </w:rPr>
      <w:tblPr/>
      <w:tcPr>
        <w:shd w:val="clear" w:color="auto" w:fill="0091D2"/>
      </w:tcPr>
    </w:tblStylePr>
  </w:style>
  <w:style w:type="paragraph" w:styleId="Header">
    <w:name w:val="header"/>
    <w:basedOn w:val="Normal"/>
    <w:link w:val="HeaderChar"/>
    <w:uiPriority w:val="99"/>
    <w:unhideWhenUsed/>
    <w:rsid w:val="004064C9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064C9"/>
  </w:style>
  <w:style w:type="paragraph" w:styleId="Footer">
    <w:name w:val="footer"/>
    <w:basedOn w:val="Normal"/>
    <w:link w:val="FooterChar"/>
    <w:uiPriority w:val="99"/>
    <w:unhideWhenUsed/>
    <w:qFormat/>
    <w:rsid w:val="004064C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064C9"/>
  </w:style>
  <w:style w:type="character" w:styleId="Heading1Char" w:customStyle="1">
    <w:name w:val="Heading 1 Char"/>
    <w:aliases w:val="Heading - TA Char"/>
    <w:basedOn w:val="DefaultParagraphFont"/>
    <w:link w:val="Heading1"/>
    <w:uiPriority w:val="1"/>
    <w:rsid w:val="00095E71"/>
    <w:rPr>
      <w:rFonts w:ascii="Arial" w:hAnsi="Arial" w:eastAsia="Gotham Bold" w:cs="Times New Roman"/>
      <w:b/>
      <w:caps/>
      <w:color w:val="0091D2"/>
      <w:sz w:val="60"/>
      <w:szCs w:val="3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97608"/>
    <w:pPr>
      <w:widowControl w:val="0"/>
      <w:spacing w:before="62"/>
    </w:pPr>
    <w:rPr>
      <w:rFonts w:eastAsia="Gotham Book" w:cs="Times New Roman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rsid w:val="00597608"/>
    <w:rPr>
      <w:rFonts w:eastAsia="Gotham Book" w:cs="Times New Roman"/>
      <w:sz w:val="22"/>
      <w:lang w:val="en-US"/>
    </w:rPr>
  </w:style>
  <w:style w:type="character" w:styleId="Heading2Char" w:customStyle="1">
    <w:name w:val="Heading 2 Char"/>
    <w:aliases w:val="Subheading 1 Char"/>
    <w:basedOn w:val="DefaultParagraphFont"/>
    <w:link w:val="Heading2"/>
    <w:uiPriority w:val="9"/>
    <w:rsid w:val="004064C9"/>
    <w:rPr>
      <w:rFonts w:ascii="Arial" w:hAnsi="Arial" w:cs="Times New Roman (Headings CS)" w:eastAsiaTheme="majorEastAsia"/>
      <w:b/>
      <w:caps/>
      <w:color w:val="000000" w:themeColor="text1"/>
      <w:sz w:val="3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4064C9"/>
    <w:rPr>
      <w:rFonts w:asciiTheme="majorHAnsi" w:hAnsiTheme="majorHAnsi" w:eastAsiaTheme="majorEastAsia" w:cstheme="majorBidi"/>
      <w:color w:val="616E1A" w:themeColor="accent1" w:themeShade="7F"/>
    </w:rPr>
  </w:style>
  <w:style w:type="paragraph" w:styleId="Heading-KYC" w:customStyle="1">
    <w:name w:val="Heading - KYC"/>
    <w:basedOn w:val="Heading1"/>
    <w:rsid w:val="00095E71"/>
    <w:rPr>
      <w:color w:val="BCD242" w:themeColor="accent1"/>
    </w:rPr>
  </w:style>
  <w:style w:type="table" w:styleId="TableGrid">
    <w:name w:val="Table Grid"/>
    <w:basedOn w:val="TableNormal"/>
    <w:uiPriority w:val="39"/>
    <w:rsid w:val="00095E7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ing-CIV" w:customStyle="1">
    <w:name w:val="Heading - CIV"/>
    <w:basedOn w:val="Heading-KYC"/>
    <w:qFormat/>
    <w:rsid w:val="005F6BE8"/>
    <w:rPr>
      <w:color w:val="74C7EB" w:themeColor="accent2"/>
    </w:rPr>
  </w:style>
  <w:style w:type="paragraph" w:styleId="Heading-WSIC" w:customStyle="1">
    <w:name w:val="Heading - WSIC"/>
    <w:basedOn w:val="Heading-CIV"/>
    <w:qFormat/>
    <w:rsid w:val="00637E09"/>
    <w:rPr>
      <w:color w:val="CEE6F9" w:themeColor="accent3"/>
    </w:rPr>
  </w:style>
  <w:style w:type="paragraph" w:styleId="Heading-RMM" w:customStyle="1">
    <w:name w:val="Heading - RMM"/>
    <w:basedOn w:val="Heading-WSIC"/>
    <w:rsid w:val="0036503C"/>
    <w:rPr>
      <w:color w:val="F22C45" w:themeColor="accent4"/>
    </w:rPr>
  </w:style>
  <w:style w:type="paragraph" w:styleId="Heading-DP" w:customStyle="1">
    <w:name w:val="Heading - DP"/>
    <w:basedOn w:val="Heading-RMM"/>
    <w:rsid w:val="00A959CD"/>
    <w:rPr>
      <w:color w:val="FBCB35" w:themeColor="accent5"/>
    </w:rPr>
  </w:style>
  <w:style w:type="paragraph" w:styleId="Heading-SF" w:customStyle="1">
    <w:name w:val="Heading - SF"/>
    <w:basedOn w:val="Heading-RMM"/>
    <w:qFormat/>
    <w:rsid w:val="00044494"/>
    <w:rPr>
      <w:color w:val="2999D5" w:themeColor="accent6"/>
    </w:rPr>
  </w:style>
  <w:style w:type="paragraph" w:styleId="Heading-FV" w:customStyle="1">
    <w:name w:val="Heading - FV"/>
    <w:basedOn w:val="Heading-RMM"/>
    <w:rsid w:val="00E91053"/>
    <w:rPr>
      <w:color w:val="FF912A"/>
    </w:rPr>
  </w:style>
  <w:style w:type="paragraph" w:styleId="Heading-AP" w:customStyle="1">
    <w:name w:val="Heading - AP"/>
    <w:basedOn w:val="Heading-FV"/>
    <w:qFormat/>
    <w:rsid w:val="00551585"/>
    <w:rPr>
      <w:color w:val="16BFD1"/>
    </w:rPr>
  </w:style>
  <w:style w:type="paragraph" w:styleId="TANormalwriting" w:customStyle="1">
    <w:name w:val="TA Normal writing"/>
    <w:basedOn w:val="Normal"/>
    <w:link w:val="TANormalwritingChar"/>
    <w:rsid w:val="00D04FB8"/>
    <w:rPr>
      <w:rFonts w:ascii="Myriad Pro" w:hAnsi="Myriad Pro" w:eastAsia="Times New Roman" w:cs="Times New Roman"/>
      <w:color w:val="5F5F5F"/>
      <w:szCs w:val="22"/>
      <w:lang w:val="en-US"/>
    </w:rPr>
  </w:style>
  <w:style w:type="character" w:styleId="TANormalwritingChar" w:customStyle="1">
    <w:name w:val="TA Normal writing Char"/>
    <w:link w:val="TANormalwriting"/>
    <w:rsid w:val="00D04FB8"/>
    <w:rPr>
      <w:rFonts w:ascii="Myriad Pro" w:hAnsi="Myriad Pro" w:eastAsia="Times New Roman" w:cs="Times New Roman"/>
      <w:color w:val="5F5F5F"/>
      <w:sz w:val="22"/>
      <w:szCs w:val="22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F75F5A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75F5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Heading2" w:customStyle="1">
    <w:name w:val="SubHeading 2"/>
    <w:basedOn w:val="Heading2"/>
    <w:link w:val="SubHeading2Char"/>
    <w:qFormat/>
    <w:rsid w:val="005F315B"/>
    <w:rPr>
      <w:rFonts w:eastAsia="Gotham Book"/>
      <w:sz w:val="24"/>
      <w:szCs w:val="22"/>
    </w:rPr>
  </w:style>
  <w:style w:type="paragraph" w:styleId="NoSpacing">
    <w:name w:val="No Spacing"/>
    <w:uiPriority w:val="1"/>
    <w:rsid w:val="003A6518"/>
    <w:rPr>
      <w:sz w:val="22"/>
    </w:rPr>
  </w:style>
  <w:style w:type="character" w:styleId="SubHeading2Char" w:customStyle="1">
    <w:name w:val="SubHeading 2 Char"/>
    <w:basedOn w:val="Heading2Char"/>
    <w:link w:val="SubHeading2"/>
    <w:rsid w:val="005F315B"/>
    <w:rPr>
      <w:rFonts w:ascii="Arial" w:hAnsi="Arial" w:eastAsia="Gotham Book" w:cs="Times New Roman (Headings CS)"/>
      <w:b/>
      <w:caps/>
      <w:color w:val="000000" w:themeColor="text1"/>
      <w:sz w:val="30"/>
      <w:szCs w:val="22"/>
    </w:rPr>
  </w:style>
  <w:style w:type="character" w:styleId="SubtleEmphasis">
    <w:name w:val="Subtle Emphasis"/>
    <w:basedOn w:val="DefaultParagraphFont"/>
    <w:uiPriority w:val="19"/>
    <w:rsid w:val="003A651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3A6518"/>
    <w:rPr>
      <w:i/>
      <w:iCs/>
    </w:rPr>
  </w:style>
  <w:style w:type="paragraph" w:styleId="ListParagraph">
    <w:name w:val="List Paragraph"/>
    <w:basedOn w:val="BodyText"/>
    <w:uiPriority w:val="34"/>
    <w:qFormat/>
    <w:rsid w:val="004071EA"/>
    <w:pPr>
      <w:numPr>
        <w:numId w:val="5"/>
      </w:numPr>
    </w:pPr>
    <w:rPr>
      <w:color w:val="333333"/>
    </w:rPr>
  </w:style>
  <w:style w:type="character" w:styleId="SubtleReference">
    <w:name w:val="Subtle Reference"/>
    <w:basedOn w:val="DefaultParagraphFont"/>
    <w:uiPriority w:val="31"/>
    <w:rsid w:val="004071EA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rsid w:val="004071EA"/>
    <w:rPr>
      <w:b/>
      <w:bCs/>
      <w:i/>
      <w:iCs/>
      <w:spacing w:val="5"/>
    </w:rPr>
  </w:style>
  <w:style w:type="paragraph" w:styleId="Default" w:customStyle="1">
    <w:name w:val="Default"/>
    <w:rsid w:val="0066275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C46D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D30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61436C"/>
    <w:rPr>
      <w:b/>
      <w:bCs/>
      <w:smallCaps/>
      <w:color w:val="BCD242" w:themeColor="accent1"/>
      <w:spacing w:val="5"/>
    </w:rPr>
  </w:style>
  <w:style w:type="paragraph" w:styleId="PulloutText" w:customStyle="1">
    <w:name w:val="Pullout Text"/>
    <w:basedOn w:val="Normal"/>
    <w:uiPriority w:val="5"/>
    <w:qFormat/>
    <w:rsid w:val="00564996"/>
    <w:pPr>
      <w:adjustRightInd w:val="0"/>
      <w:snapToGrid w:val="0"/>
      <w:spacing w:after="20" w:line="230" w:lineRule="atLeast"/>
    </w:pPr>
    <w:rPr>
      <w:rFonts w:eastAsia="MS Mincho" w:cstheme="minorHAnsi"/>
      <w:color w:val="000000" w:themeColor="text1"/>
      <w:sz w:val="20"/>
      <w:szCs w:val="20"/>
      <w:lang w:eastAsia="ja-JP"/>
    </w:rPr>
  </w:style>
  <w:style w:type="paragraph" w:styleId="pf0" w:customStyle="1">
    <w:name w:val="pf0"/>
    <w:basedOn w:val="Normal"/>
    <w:rsid w:val="005B58D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lang w:eastAsia="en-AU"/>
    </w:rPr>
  </w:style>
  <w:style w:type="character" w:styleId="cf01" w:customStyle="1">
    <w:name w:val="cf01"/>
    <w:basedOn w:val="DefaultParagraphFont"/>
    <w:rsid w:val="005B58D9"/>
    <w:rPr>
      <w:rFonts w:hint="default" w:ascii="Segoe UI" w:hAnsi="Segoe UI" w:cs="Segoe UI"/>
      <w:color w:val="262626"/>
      <w:sz w:val="36"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826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66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266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66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266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20/10/relationships/intelligence" Target="intelligence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uckeridge\AppData\Local\Temp\Temp2_TA%20templates%20-%20Word.zip\Tennis%20-%20Word%20-%20TA%20Generic.dotx" TargetMode="External"/></Relationships>
</file>

<file path=word/theme/theme1.xml><?xml version="1.0" encoding="utf-8"?>
<a:theme xmlns:a="http://schemas.openxmlformats.org/drawingml/2006/main" name="TA_TTC">
  <a:themeElements>
    <a:clrScheme name="TA - TTC Colours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BCD242"/>
      </a:accent1>
      <a:accent2>
        <a:srgbClr val="74C7EB"/>
      </a:accent2>
      <a:accent3>
        <a:srgbClr val="CEE6F9"/>
      </a:accent3>
      <a:accent4>
        <a:srgbClr val="F22C45"/>
      </a:accent4>
      <a:accent5>
        <a:srgbClr val="FBCB35"/>
      </a:accent5>
      <a:accent6>
        <a:srgbClr val="2999D5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A_TTC" id="{49C995D0-C6F5-2048-9FCB-09B4D72D6F6C}" vid="{AC41BB1E-C9B0-1543-A7E6-337EE90FCB7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DE989C4D5E1A4F95FD13B448F6E45A" ma:contentTypeVersion="15" ma:contentTypeDescription="Create a new document." ma:contentTypeScope="" ma:versionID="6fe38444dc51e3aeca289ea9cbb0b66a">
  <xsd:schema xmlns:xsd="http://www.w3.org/2001/XMLSchema" xmlns:xs="http://www.w3.org/2001/XMLSchema" xmlns:p="http://schemas.microsoft.com/office/2006/metadata/properties" xmlns:ns2="30878669-fe08-474e-9180-fa9bebce5684" xmlns:ns3="a52466f8-d509-4f88-b6a3-674039c2d3f0" targetNamespace="http://schemas.microsoft.com/office/2006/metadata/properties" ma:root="true" ma:fieldsID="bbd12226a5ee1e9000777b0a40336b9e" ns2:_="" ns3:_="">
    <xsd:import namespace="30878669-fe08-474e-9180-fa9bebce5684"/>
    <xsd:import namespace="a52466f8-d509-4f88-b6a3-674039c2d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78669-fe08-474e-9180-fa9bebce5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169c1b7-b210-4eb7-af0d-6f018d4fcd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466f8-d509-4f88-b6a3-674039c2d3f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d54808e-69e9-4db0-8293-b38e18904256}" ma:internalName="TaxCatchAll" ma:showField="CatchAllData" ma:web="a52466f8-d509-4f88-b6a3-674039c2d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878669-fe08-474e-9180-fa9bebce5684">
      <Terms xmlns="http://schemas.microsoft.com/office/infopath/2007/PartnerControls"/>
    </lcf76f155ced4ddcb4097134ff3c332f>
    <TaxCatchAll xmlns="a52466f8-d509-4f88-b6a3-674039c2d3f0" xsi:nil="true"/>
  </documentManagement>
</p:properties>
</file>

<file path=customXml/itemProps1.xml><?xml version="1.0" encoding="utf-8"?>
<ds:datastoreItem xmlns:ds="http://schemas.openxmlformats.org/officeDocument/2006/customXml" ds:itemID="{2B94864D-FCA4-4E75-A747-D4264791C3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1B362-E8FD-40E9-A695-AA9CA9F63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614486-15AF-49B1-BF63-431798980FA3}"/>
</file>

<file path=customXml/itemProps4.xml><?xml version="1.0" encoding="utf-8"?>
<ds:datastoreItem xmlns:ds="http://schemas.openxmlformats.org/officeDocument/2006/customXml" ds:itemID="{B48130C0-A0CF-456E-A1BB-6D8167415672}">
  <ds:schemaRefs>
    <ds:schemaRef ds:uri="http://schemas.microsoft.com/office/2006/metadata/properties"/>
    <ds:schemaRef ds:uri="http://schemas.microsoft.com/office/infopath/2007/PartnerControls"/>
    <ds:schemaRef ds:uri="522a7d5a-4fd5-4244-a2a9-8293686ebcea"/>
    <ds:schemaRef ds:uri="d722fb26-a4d8-4493-9698-d28ab88b547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Tennis - Word - TA Generic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Andrea Buckeridge</dc:creator>
  <keywords/>
  <dc:description/>
  <lastModifiedBy>Thomasina Carley</lastModifiedBy>
  <revision>3</revision>
  <lastPrinted>2024-02-29T01:48:00.0000000Z</lastPrinted>
  <dcterms:created xsi:type="dcterms:W3CDTF">2024-07-31T00:51:00.0000000Z</dcterms:created>
  <dcterms:modified xsi:type="dcterms:W3CDTF">2025-03-21T05:32:13.6994513Z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0x01010066DE989C4D5E1A4F95FD13B448F6E45A</vt:lpwstr>
  </property>
  <property fmtid="{D5CDD505-2E9C-101B-9397-08002B2CF9AE}" pid="3" name="MediaServiceImageTags">
    <vt:lpwstr/>
  </property>
</Properties>
</file>